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5971E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48734FE9" w14:textId="3FE61C32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Pr="00352F13">
        <w:rPr>
          <w:b/>
          <w:bCs/>
          <w:sz w:val="24"/>
          <w:szCs w:val="24"/>
        </w:rPr>
        <w:t xml:space="preserve">Richiesta di offerta ai sensi dell'art. 50, comma 1, lett. b) del decreto legislativo 31 marzo 2023 n. 36 e </w:t>
      </w:r>
      <w:proofErr w:type="spellStart"/>
      <w:r w:rsidRPr="00352F13">
        <w:rPr>
          <w:b/>
          <w:bCs/>
          <w:sz w:val="24"/>
          <w:szCs w:val="24"/>
        </w:rPr>
        <w:t>s.m.i.per</w:t>
      </w:r>
      <w:proofErr w:type="spellEnd"/>
      <w:r w:rsidRPr="00352F13">
        <w:rPr>
          <w:b/>
          <w:bCs/>
          <w:sz w:val="24"/>
          <w:szCs w:val="24"/>
        </w:rPr>
        <w:t xml:space="preserve"> la fornitura </w:t>
      </w:r>
      <w:r w:rsidR="00352F13" w:rsidRPr="00352F13">
        <w:rPr>
          <w:b/>
          <w:bCs/>
          <w:sz w:val="24"/>
          <w:szCs w:val="24"/>
        </w:rPr>
        <w:t xml:space="preserve">di etichette adesive in film acrilico </w:t>
      </w:r>
      <w:r w:rsidRPr="00352F13">
        <w:rPr>
          <w:b/>
          <w:bCs/>
          <w:sz w:val="24"/>
          <w:szCs w:val="24"/>
        </w:rPr>
        <w:t xml:space="preserve">per la durata di mesi </w:t>
      </w:r>
      <w:r w:rsidR="00352F13" w:rsidRPr="00352F13">
        <w:rPr>
          <w:b/>
          <w:bCs/>
          <w:sz w:val="24"/>
          <w:szCs w:val="24"/>
        </w:rPr>
        <w:t>36</w:t>
      </w:r>
      <w:r w:rsidRPr="00352F13">
        <w:rPr>
          <w:b/>
          <w:bCs/>
          <w:sz w:val="24"/>
          <w:szCs w:val="24"/>
        </w:rPr>
        <w:t xml:space="preserve">, prorogabile per ulteriori mesi </w:t>
      </w:r>
      <w:r w:rsidR="00352F13">
        <w:rPr>
          <w:b/>
          <w:bCs/>
          <w:sz w:val="24"/>
          <w:szCs w:val="24"/>
        </w:rPr>
        <w:t>12</w:t>
      </w:r>
    </w:p>
    <w:p w14:paraId="0ACD7AB6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>DICHIARAZIONE SOST</w:t>
      </w:r>
      <w:r w:rsidR="00FD0A55">
        <w:rPr>
          <w:b/>
          <w:bCs/>
          <w:sz w:val="28"/>
          <w:szCs w:val="28"/>
          <w:u w:val="single"/>
        </w:rPr>
        <w:t>I</w:t>
      </w:r>
      <w:r w:rsidRPr="00F66406">
        <w:rPr>
          <w:b/>
          <w:bCs/>
          <w:sz w:val="28"/>
          <w:szCs w:val="28"/>
          <w:u w:val="single"/>
        </w:rPr>
        <w:t xml:space="preserve">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07E93C29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19B5B289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6A8EE9B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07A9EBCE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1CC7DFC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3AE0B9FF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5A4C4A4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3BCA22B7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54A2A4AA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7E93F3F5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0D02F4EB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457A9909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0B4DDAEB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44D42B62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1A91296B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4DEEA70A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578B1B2D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 xml:space="preserve">). Nel caso di RTI o di consorzio </w:t>
      </w:r>
      <w:r w:rsidRPr="008F23B8">
        <w:rPr>
          <w:rFonts w:cstheme="minorHAnsi"/>
          <w:sz w:val="24"/>
          <w:szCs w:val="24"/>
        </w:rPr>
        <w:lastRenderedPageBreak/>
        <w:t>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0E9E6072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6CE6B9BF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6A70C766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039E8D5E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74A2058B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proofErr w:type="gramStart"/>
      <w:r w:rsidRPr="008F23B8">
        <w:rPr>
          <w:rFonts w:cstheme="minorHAnsi"/>
          <w:sz w:val="24"/>
          <w:szCs w:val="24"/>
        </w:rPr>
        <w:t>che</w:t>
      </w:r>
      <w:proofErr w:type="gramEnd"/>
      <w:r w:rsidRPr="008F23B8">
        <w:rPr>
          <w:rFonts w:cstheme="minorHAnsi"/>
          <w:sz w:val="24"/>
          <w:szCs w:val="24"/>
        </w:rPr>
        <w:t xml:space="preserve"> qualora emerga la non veridicità del contenuto della presente dichiarazione, l’Impresa rappresentata decadrà dai benefici per i quali la stessa è rilasciata,</w:t>
      </w:r>
    </w:p>
    <w:p w14:paraId="06BBA0C2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6712DE4F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59E76081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1C6E0C9B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44E664AF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55B16743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11D35F71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5012D51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49347044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7BC3B3A5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CFC411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46A19538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3FE66567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04CCF504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45E050B4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4984D059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739C0B3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4DA248C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65CDD0A7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23CA8DE2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CB1CA34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3BA70216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107CDA0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73683F79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15808AF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2951E1A4" w14:textId="77777777" w:rsidR="00831C86" w:rsidRDefault="00831C86" w:rsidP="00831C86">
      <w:pPr>
        <w:spacing w:line="360" w:lineRule="auto"/>
        <w:jc w:val="both"/>
      </w:pPr>
    </w:p>
    <w:p w14:paraId="454A0FAB" w14:textId="77777777" w:rsidR="00791C6A" w:rsidRDefault="00791C6A" w:rsidP="00831C86">
      <w:pPr>
        <w:spacing w:line="360" w:lineRule="auto"/>
        <w:jc w:val="both"/>
      </w:pPr>
    </w:p>
    <w:p w14:paraId="4547F637" w14:textId="77777777" w:rsidR="00791C6A" w:rsidRDefault="00791C6A" w:rsidP="00831C86">
      <w:pPr>
        <w:spacing w:line="360" w:lineRule="auto"/>
        <w:jc w:val="both"/>
      </w:pPr>
    </w:p>
    <w:p w14:paraId="74BD6B1A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21C2BD75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46EAF277" w14:textId="77777777" w:rsidR="00791C6A" w:rsidRDefault="00791C6A" w:rsidP="00791C6A">
      <w:pPr>
        <w:spacing w:line="276" w:lineRule="auto"/>
        <w:jc w:val="both"/>
      </w:pPr>
    </w:p>
    <w:p w14:paraId="3E64AB94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37171945" w14:textId="77777777" w:rsidR="00791C6A" w:rsidRDefault="00791C6A" w:rsidP="00791C6A">
      <w:pPr>
        <w:spacing w:line="276" w:lineRule="auto"/>
        <w:jc w:val="both"/>
      </w:pPr>
    </w:p>
    <w:p w14:paraId="0C313101" w14:textId="77777777" w:rsidR="00791C6A" w:rsidRDefault="00791C6A" w:rsidP="00791C6A">
      <w:pPr>
        <w:spacing w:line="276" w:lineRule="auto"/>
        <w:jc w:val="both"/>
      </w:pPr>
    </w:p>
    <w:p w14:paraId="5631AB09" w14:textId="77777777" w:rsidR="00791C6A" w:rsidRDefault="00791C6A" w:rsidP="00791C6A">
      <w:pPr>
        <w:spacing w:line="276" w:lineRule="auto"/>
        <w:jc w:val="both"/>
      </w:pPr>
    </w:p>
    <w:p w14:paraId="4A7B5089" w14:textId="77777777" w:rsidR="00791C6A" w:rsidRDefault="00791C6A" w:rsidP="00791C6A">
      <w:pPr>
        <w:spacing w:line="276" w:lineRule="auto"/>
        <w:jc w:val="both"/>
      </w:pPr>
    </w:p>
    <w:p w14:paraId="77CD708E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1F640128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5A8D21E3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7359F0CE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EAC4A" w14:textId="77777777" w:rsidR="003E612A" w:rsidRDefault="003E612A" w:rsidP="00616E49">
      <w:pPr>
        <w:spacing w:after="0" w:line="240" w:lineRule="auto"/>
      </w:pPr>
      <w:r>
        <w:separator/>
      </w:r>
    </w:p>
  </w:endnote>
  <w:endnote w:type="continuationSeparator" w:id="0">
    <w:p w14:paraId="3A4638CD" w14:textId="77777777" w:rsidR="003E612A" w:rsidRDefault="003E612A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DF54E" w14:textId="77777777" w:rsidR="002F122A" w:rsidRDefault="002F122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D6976" w14:textId="77777777" w:rsidR="002F122A" w:rsidRDefault="002F122A" w:rsidP="002F122A">
    <w:pPr>
      <w:pStyle w:val="Pidipagina"/>
      <w:spacing w:after="120"/>
      <w:jc w:val="center"/>
      <w:rPr>
        <w:rFonts w:ascii="Century Gothic" w:hAnsi="Century Gothic" w:cs="Century Gothic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7C6AED97" wp14:editId="2D29C333">
              <wp:simplePos x="0" y="0"/>
              <wp:positionH relativeFrom="margin">
                <wp:posOffset>-26035</wp:posOffset>
              </wp:positionH>
              <wp:positionV relativeFrom="paragraph">
                <wp:posOffset>135254</wp:posOffset>
              </wp:positionV>
              <wp:extent cx="6172200" cy="0"/>
              <wp:effectExtent l="19050" t="19050" r="19050" b="19050"/>
              <wp:wrapNone/>
              <wp:docPr id="3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127014" id="Connettore diritto 3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2.05pt,10.65pt" to="483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" strokeweight=".26mm">
              <v:stroke joinstyle="miter" endcap="square"/>
              <w10:wrap anchorx="margin"/>
            </v:lin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Pagina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PAGE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1</w:t>
    </w:r>
    <w:r>
      <w:rPr>
        <w:rFonts w:cs="Century Gothic"/>
        <w:sz w:val="16"/>
        <w:szCs w:val="16"/>
      </w:rPr>
      <w:fldChar w:fldCharType="end"/>
    </w:r>
    <w:r>
      <w:rPr>
        <w:rFonts w:ascii="Century Gothic" w:hAnsi="Century Gothic" w:cs="Century Gothic"/>
        <w:sz w:val="16"/>
        <w:szCs w:val="16"/>
      </w:rPr>
      <w:t xml:space="preserve"> di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NUMPAGES \* ARABIC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4</w:t>
    </w:r>
    <w:r>
      <w:rPr>
        <w:rFonts w:cs="Century Gothic"/>
        <w:sz w:val="16"/>
        <w:szCs w:val="16"/>
      </w:rPr>
      <w:fldChar w:fldCharType="end"/>
    </w:r>
  </w:p>
  <w:p w14:paraId="0C33BF05" w14:textId="77777777" w:rsidR="002F122A" w:rsidRDefault="002F122A" w:rsidP="002F122A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3833CCB4" w14:textId="77777777" w:rsidR="00616E49" w:rsidRPr="002F122A" w:rsidRDefault="002F122A" w:rsidP="002F122A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 </w:t>
    </w:r>
    <w:hyperlink r:id="rId1" w:history="1">
      <w:r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2BFB3" w14:textId="77777777" w:rsidR="002F122A" w:rsidRDefault="002F12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7E387" w14:textId="77777777" w:rsidR="003E612A" w:rsidRDefault="003E612A" w:rsidP="00616E49">
      <w:pPr>
        <w:spacing w:after="0" w:line="240" w:lineRule="auto"/>
      </w:pPr>
      <w:r>
        <w:separator/>
      </w:r>
    </w:p>
  </w:footnote>
  <w:footnote w:type="continuationSeparator" w:id="0">
    <w:p w14:paraId="16FDEB6A" w14:textId="77777777" w:rsidR="003E612A" w:rsidRDefault="003E612A" w:rsidP="00616E49">
      <w:pPr>
        <w:spacing w:after="0" w:line="240" w:lineRule="auto"/>
      </w:pPr>
      <w:r>
        <w:continuationSeparator/>
      </w:r>
    </w:p>
  </w:footnote>
  <w:footnote w:id="1">
    <w:p w14:paraId="3632536B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6F663" w14:textId="77777777" w:rsidR="002F122A" w:rsidRDefault="002F12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F9F7B" w14:textId="77777777" w:rsidR="002F122A" w:rsidRDefault="002F122A" w:rsidP="002F122A">
    <w:pPr>
      <w:pStyle w:val="Intestazione"/>
      <w:jc w:val="center"/>
    </w:pPr>
    <w:r>
      <w:rPr>
        <w:noProof/>
      </w:rPr>
      <w:drawing>
        <wp:inline distT="0" distB="0" distL="0" distR="0" wp14:anchorId="0441DA72" wp14:editId="6D65FB69">
          <wp:extent cx="1338837" cy="724314"/>
          <wp:effectExtent l="0" t="0" r="0" b="0"/>
          <wp:docPr id="1784605558" name="Forma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605558" name="Forma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8837" cy="724314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825E815" w14:textId="77777777" w:rsidR="002F122A" w:rsidRDefault="002F122A" w:rsidP="002F122A">
    <w:pPr>
      <w:pStyle w:val="Standard"/>
      <w:rPr>
        <w:rFonts w:ascii="Century Gothic" w:hAnsi="Century Gothic" w:cs="Century Gothic"/>
        <w:b/>
        <w:sz w:val="20"/>
        <w:szCs w:val="20"/>
      </w:rPr>
    </w:pPr>
  </w:p>
  <w:p w14:paraId="41454286" w14:textId="77777777" w:rsidR="00616E49" w:rsidRPr="002F122A" w:rsidRDefault="002F122A" w:rsidP="002F122A">
    <w:pPr>
      <w:pStyle w:val="Intestazione"/>
      <w:spacing w:after="120"/>
      <w:rPr>
        <w:rFonts w:ascii="Century Gothic" w:hAnsi="Century Gothic" w:cs="Century Gothic"/>
        <w:b/>
        <w:sz w:val="20"/>
        <w:szCs w:val="20"/>
      </w:rPr>
    </w:pPr>
    <w:r>
      <w:rPr>
        <w:rFonts w:ascii="Century Gothic" w:hAnsi="Century Gothic" w:cs="Century Gothic"/>
        <w:b/>
        <w:sz w:val="20"/>
        <w:szCs w:val="20"/>
      </w:rPr>
      <w:t>SC GESTIONE ACQUISTI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D3AC1" w14:textId="77777777" w:rsidR="002F122A" w:rsidRDefault="002F12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F13"/>
    <w:rsid w:val="000012D2"/>
    <w:rsid w:val="000A325A"/>
    <w:rsid w:val="002F122A"/>
    <w:rsid w:val="0032756A"/>
    <w:rsid w:val="00352F13"/>
    <w:rsid w:val="0037045A"/>
    <w:rsid w:val="003E612A"/>
    <w:rsid w:val="0043283C"/>
    <w:rsid w:val="004374D9"/>
    <w:rsid w:val="00481A78"/>
    <w:rsid w:val="004F23D1"/>
    <w:rsid w:val="005118D6"/>
    <w:rsid w:val="005C525A"/>
    <w:rsid w:val="00600E61"/>
    <w:rsid w:val="00616E49"/>
    <w:rsid w:val="00704B3C"/>
    <w:rsid w:val="00706E83"/>
    <w:rsid w:val="00726AD7"/>
    <w:rsid w:val="00791C6A"/>
    <w:rsid w:val="007D46B4"/>
    <w:rsid w:val="00831C86"/>
    <w:rsid w:val="008F23B8"/>
    <w:rsid w:val="00944338"/>
    <w:rsid w:val="00A27414"/>
    <w:rsid w:val="00AD76F4"/>
    <w:rsid w:val="00C4600C"/>
    <w:rsid w:val="00D405E3"/>
    <w:rsid w:val="00DB07D0"/>
    <w:rsid w:val="00EC2B7D"/>
    <w:rsid w:val="00F60AF9"/>
    <w:rsid w:val="00F66406"/>
    <w:rsid w:val="00FD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4312B"/>
  <w15:chartTrackingRefBased/>
  <w15:docId w15:val="{771CD396-EB9A-42DE-B68A-07FA39E2D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ospedale.cremona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gare\Gare2025\00.%20RICHIESTE%20DI%20PREVENTIVO\EC3%20-%20Sabrina\Etichette%20per%20inventario\1-%20CONSULTAZIONE%20DI%20MERCATO%20e%20allegati\Allegato%201%20a%20Dichiarazione%20ex%20artt%2046%20e%2047%20dpr%20445-200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1 a Dichiarazione ex artt 46 e 47 dpr 445-2000.dotx</Template>
  <TotalTime>1</TotalTime>
  <Pages>3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Cadenazzi Vera</dc:creator>
  <cp:keywords/>
  <dc:description/>
  <cp:lastModifiedBy>Cadenazzi Vera</cp:lastModifiedBy>
  <cp:revision>1</cp:revision>
  <dcterms:created xsi:type="dcterms:W3CDTF">2025-01-21T09:53:00Z</dcterms:created>
  <dcterms:modified xsi:type="dcterms:W3CDTF">2025-01-21T09:54:00Z</dcterms:modified>
</cp:coreProperties>
</file>