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3F80D" w14:textId="77777777" w:rsidR="00091881" w:rsidRDefault="00A418DE">
      <w:pPr>
        <w:autoSpaceDE w:val="0"/>
        <w:jc w:val="center"/>
        <w:rPr>
          <w:b/>
        </w:rPr>
      </w:pPr>
      <w:r>
        <w:rPr>
          <w:b/>
        </w:rPr>
        <w:t>NORMA DI CONTRATTO T&amp;T PER LA TRASPARENZA E TRACCIABILITÀ</w:t>
      </w:r>
    </w:p>
    <w:p w14:paraId="03EFDC79" w14:textId="77777777" w:rsidR="00091881" w:rsidRDefault="00A418DE">
      <w:pPr>
        <w:autoSpaceDE w:val="0"/>
        <w:jc w:val="center"/>
        <w:rPr>
          <w:b/>
        </w:rPr>
      </w:pPr>
      <w:r>
        <w:rPr>
          <w:b/>
        </w:rPr>
        <w:t>(DGR Lombardia n. XI/5408 del 25/10/2021)</w:t>
      </w:r>
    </w:p>
    <w:p w14:paraId="23E9C7F4" w14:textId="77777777" w:rsidR="00091881" w:rsidRDefault="00091881">
      <w:pPr>
        <w:autoSpaceDE w:val="0"/>
        <w:rPr>
          <w:b/>
        </w:rPr>
      </w:pPr>
    </w:p>
    <w:p w14:paraId="5AA8A5BE" w14:textId="77777777" w:rsidR="00091881" w:rsidRDefault="00A418DE">
      <w:pPr>
        <w:autoSpaceDE w:val="0"/>
        <w:rPr>
          <w:b/>
          <w:u w:val="single"/>
        </w:rPr>
      </w:pPr>
      <w:r>
        <w:rPr>
          <w:b/>
          <w:u w:val="single"/>
        </w:rPr>
        <w:t>Obblighi dell'aggiudicatario e delle filiere dei subcontraenti</w:t>
      </w:r>
    </w:p>
    <w:p w14:paraId="12EB5C84" w14:textId="77777777" w:rsidR="00091881" w:rsidRDefault="00A418DE">
      <w:pPr>
        <w:autoSpaceDE w:val="0"/>
      </w:pPr>
      <w:r>
        <w:t xml:space="preserve">L'Aggiudicatario del Contratto ed i subcontraenti, a qualunque </w:t>
      </w:r>
      <w:r>
        <w:t>titolo coinvolti nella esecuzione del contratto, sono tenuti al rispetto della presente norma. Al fine di garantire la tracciabilità e la trasparenza della esecuzione del contratto, l'Aggiudicatario ed i subcontraenti, sono tenuti, nei modi e tempi di segu</w:t>
      </w:r>
      <w:r>
        <w:t>ito specificati, a trasmettere alla Amministrazione aggiudicatrice, per ogni subcontratto affidato, le informazioni di cui al comma 2 dell'articolo 105 del d.lgs. 50/2016 e quelle di cui al comma 1 dell'articolo 3 della legge 136/2010 di seguito trascritte</w:t>
      </w:r>
      <w:r>
        <w:t>.</w:t>
      </w:r>
    </w:p>
    <w:p w14:paraId="6A48FC68" w14:textId="77777777" w:rsidR="00091881" w:rsidRDefault="00A418DE">
      <w:pPr>
        <w:autoSpaceDE w:val="0"/>
      </w:pPr>
      <w:r>
        <w:rPr>
          <w:b/>
          <w:bCs/>
          <w:i/>
          <w:iCs/>
        </w:rPr>
        <w:t xml:space="preserve">Comma 2 art. 105, d.lgs. 50/2016: </w:t>
      </w:r>
      <w:r>
        <w:rPr>
          <w:i/>
          <w:iCs/>
        </w:rPr>
        <w:t>&lt;&lt; L'affidatario comunica alla stazione appaltante, prima dell'inizio della prestazione, per tutti i sub-contratti che non sono subappalti, stipulati per l'esecuzione dell'appalto, il nome del sub-contraente, l'importo d</w:t>
      </w:r>
      <w:r>
        <w:rPr>
          <w:i/>
          <w:iCs/>
        </w:rPr>
        <w:t>el subcontratto, l'oggetto del lavoro, servizio o fornitura affidati&gt;&gt;.</w:t>
      </w:r>
    </w:p>
    <w:p w14:paraId="0D08146D" w14:textId="77777777" w:rsidR="00091881" w:rsidRDefault="00A418DE">
      <w:pPr>
        <w:autoSpaceDE w:val="0"/>
      </w:pPr>
      <w:r>
        <w:rPr>
          <w:b/>
          <w:bCs/>
          <w:i/>
          <w:iCs/>
        </w:rPr>
        <w:t xml:space="preserve">Comma 1, art.3, l. 136/2010: </w:t>
      </w:r>
      <w:r>
        <w:rPr>
          <w:i/>
          <w:iCs/>
        </w:rPr>
        <w:t>&lt;&lt;Per assicurare la tracciabilità dei flussi finanziari finalizzata a prevenire infiltrazioni criminali, gli appaltatori, i subappaltatori e i subcontraent</w:t>
      </w:r>
      <w:r>
        <w:rPr>
          <w:i/>
          <w:iCs/>
        </w:rPr>
        <w:t>i della filiera delle imprese nonché i concessionari di finanziamenti pubblici anche europei a qualsiasi titolo interessati ai lavori, ai servizi e alle forniture pubblici devono utilizzare uno o più conti correnti bancari o postali, accesi presso banche o</w:t>
      </w:r>
      <w:r>
        <w:rPr>
          <w:i/>
          <w:iCs/>
        </w:rPr>
        <w:t xml:space="preserve"> presso la società Poste Italiane Spa, dedicati, anche non in via esclusiva,(…)&gt;&gt;.</w:t>
      </w:r>
    </w:p>
    <w:p w14:paraId="0A0449A1" w14:textId="77777777" w:rsidR="00091881" w:rsidRDefault="00A418DE">
      <w:pPr>
        <w:autoSpaceDE w:val="0"/>
      </w:pPr>
      <w:r>
        <w:rPr>
          <w:b/>
          <w:bCs/>
          <w:i/>
          <w:iCs/>
        </w:rPr>
        <w:t xml:space="preserve">Comma 5, lettera h, art. 80, d.lgs. 50/2016: </w:t>
      </w:r>
      <w:r>
        <w:rPr>
          <w:i/>
          <w:iCs/>
        </w:rPr>
        <w:t>&lt;&lt;Le stazioni appaltanti escludono dalla partecipazione alla procedura d'appalto un operatore economico in una delle seguenti si</w:t>
      </w:r>
      <w:r>
        <w:rPr>
          <w:i/>
          <w:iCs/>
        </w:rPr>
        <w:t>tuazioni, anche riferita a un suo subappaltatore nei casi di cui all'articolo 105, comma 6, qualora: (…) h) l'operatore economico abbia violato il divieto di intestazione fiduciaria di cui all'articolo 17 della legge 19 marzo 1990, n. 55&gt;&gt;.</w:t>
      </w:r>
    </w:p>
    <w:p w14:paraId="61896985" w14:textId="77777777" w:rsidR="00091881" w:rsidRDefault="00091881">
      <w:pPr>
        <w:autoSpaceDE w:val="0"/>
        <w:rPr>
          <w:b/>
        </w:rPr>
      </w:pPr>
    </w:p>
    <w:p w14:paraId="6FA210D2" w14:textId="77777777" w:rsidR="00091881" w:rsidRDefault="00A418DE">
      <w:pPr>
        <w:autoSpaceDE w:val="0"/>
        <w:rPr>
          <w:b/>
          <w:u w:val="single"/>
        </w:rPr>
      </w:pPr>
      <w:r>
        <w:rPr>
          <w:b/>
          <w:u w:val="single"/>
        </w:rPr>
        <w:t>Verifiche dell</w:t>
      </w:r>
      <w:r>
        <w:rPr>
          <w:b/>
          <w:u w:val="single"/>
        </w:rPr>
        <w:t>'Amministrazione aggiudicatrice</w:t>
      </w:r>
    </w:p>
    <w:p w14:paraId="376C2BA5" w14:textId="77777777" w:rsidR="00091881" w:rsidRDefault="00A418DE">
      <w:pPr>
        <w:autoSpaceDE w:val="0"/>
      </w:pPr>
      <w:r>
        <w:t>L'Amministrazione aggiudicatrice, l'operatore economico Aggiudicatario e gli operatori economici coinvolti a qualsiasi livello della filiera dei subcontratti, sono tenuti al pieno rispetto di quanto previsto dal comma 9 dell</w:t>
      </w:r>
      <w:r>
        <w:t>'articolo 3 della legge n. 136/2010 e di seguito trascritto.</w:t>
      </w:r>
    </w:p>
    <w:p w14:paraId="4BD32D63" w14:textId="77777777" w:rsidR="00091881" w:rsidRDefault="00A418DE">
      <w:pPr>
        <w:autoSpaceDE w:val="0"/>
      </w:pPr>
      <w:r>
        <w:rPr>
          <w:b/>
          <w:bCs/>
          <w:i/>
          <w:iCs/>
        </w:rPr>
        <w:t>Comma 9, art.3, l. 136/2010: &lt;&lt;&lt;</w:t>
      </w:r>
      <w:r>
        <w:rPr>
          <w:i/>
          <w:iCs/>
        </w:rPr>
        <w:t>La stazione appaltante verifica che nei contratti sottoscritti con i subappaltatori e i subcontraenti della filiera delle imprese a qualsiasi titolo interessate ai</w:t>
      </w:r>
      <w:r>
        <w:rPr>
          <w:i/>
          <w:iCs/>
        </w:rPr>
        <w:t xml:space="preserve"> lavori, ai servizi e alle forniture di cui al comma 1 sia inserita, a pena di nullità assoluta, un'apposita clausola con la quale ciascuno di essi assume gli obblighi di tracciabilità dei flussi finanziari di cui alla presente legge.&gt;&gt;</w:t>
      </w:r>
    </w:p>
    <w:p w14:paraId="7F80FDA3" w14:textId="77777777" w:rsidR="00091881" w:rsidRDefault="00A418DE">
      <w:pPr>
        <w:autoSpaceDE w:val="0"/>
      </w:pPr>
      <w:r>
        <w:t>Nell'affidamento in</w:t>
      </w:r>
      <w:r>
        <w:t xml:space="preserve"> qualunque forma dei subcontratti, a qualsiasi livello della filiera, il rispetto della norma è attuato con la trascrizione della presente NORMA DI CONTRATTO T&amp;T nel subcontratto o con il suo richiamo esplicito da parte dell'Affidatario.</w:t>
      </w:r>
    </w:p>
    <w:p w14:paraId="128F4BC8" w14:textId="77777777" w:rsidR="00091881" w:rsidRDefault="00A418DE">
      <w:pPr>
        <w:autoSpaceDE w:val="0"/>
      </w:pPr>
      <w:r>
        <w:t xml:space="preserve">L'Amministrazione </w:t>
      </w:r>
      <w:r>
        <w:t>aggiudicatrice si riserva, in modi e tempi autonomamente definiti, di esercitare le verifiche previste sia nei subcontratti affidati dall'Aggiudicatario che in quelli affidati da altri operatori economici a qualsiasi livello della filiera dei subcontratti.</w:t>
      </w:r>
    </w:p>
    <w:p w14:paraId="1E5AEAFC" w14:textId="77777777" w:rsidR="00091881" w:rsidRDefault="00091881">
      <w:pPr>
        <w:rPr>
          <w:b/>
          <w:bCs/>
        </w:rPr>
      </w:pPr>
    </w:p>
    <w:p w14:paraId="20F58949" w14:textId="77777777" w:rsidR="00091881" w:rsidRDefault="00A418DE">
      <w:pPr>
        <w:rPr>
          <w:b/>
          <w:bCs/>
          <w:u w:val="single"/>
        </w:rPr>
      </w:pPr>
      <w:r>
        <w:rPr>
          <w:b/>
          <w:bCs/>
          <w:u w:val="single"/>
        </w:rPr>
        <w:t>Informazioni da trasmettere alla stazione appaltante</w:t>
      </w:r>
    </w:p>
    <w:p w14:paraId="06A070CB" w14:textId="77777777" w:rsidR="00091881" w:rsidRDefault="00A418DE">
      <w:pPr>
        <w:autoSpaceDE w:val="0"/>
      </w:pPr>
      <w:r>
        <w:t xml:space="preserve">Gli obblighi informativi di cui alle disposizioni normative sopracitate, ferma restando la trasmissione alla Stazione appaltante della documentazione relativa ai subcontratti per finalità </w:t>
      </w:r>
      <w:r>
        <w:t>autorizzative o di mera comunicazione, sono assolti dai soggetti ivi indicati mediante inserimento dei dati richiesti nella scheda T&amp;T riferita al relativo contratto di fornitura sulla Piattaforma regionale on line “T&amp;T e adempimenti per l’anagrafica degli</w:t>
      </w:r>
      <w:r>
        <w:t xml:space="preserve"> esecutori” accessibile all’indirizzo: </w:t>
      </w:r>
      <w:hyperlink r:id="rId7" w:history="1">
        <w:r>
          <w:rPr>
            <w:rStyle w:val="Collegamentoipertestuale"/>
          </w:rPr>
          <w:t>https://www.trasparenza-subcontratti.servizirl.it</w:t>
        </w:r>
      </w:hyperlink>
    </w:p>
    <w:p w14:paraId="5413C2DC" w14:textId="77777777" w:rsidR="00091881" w:rsidRDefault="00A418DE">
      <w:pPr>
        <w:autoSpaceDE w:val="0"/>
      </w:pPr>
      <w:r>
        <w:t xml:space="preserve">Il soggetto che sarà abilitato a operare sulla istituita piattaforma T&amp;T è l’aggiudicatario. </w:t>
      </w:r>
    </w:p>
    <w:p w14:paraId="152744B8" w14:textId="77777777" w:rsidR="00091881" w:rsidRDefault="00091881">
      <w:pPr>
        <w:autoSpaceDE w:val="0"/>
      </w:pPr>
    </w:p>
    <w:p w14:paraId="1E8415AC" w14:textId="77777777" w:rsidR="00091881" w:rsidRDefault="00A418DE">
      <w:pPr>
        <w:autoSpaceDE w:val="0"/>
        <w:rPr>
          <w:b/>
        </w:rPr>
      </w:pPr>
      <w:r>
        <w:rPr>
          <w:b/>
        </w:rPr>
        <w:lastRenderedPageBreak/>
        <w:t>Tempi</w:t>
      </w:r>
      <w:r>
        <w:rPr>
          <w:b/>
        </w:rPr>
        <w:t xml:space="preserve"> e Modalità di trasmissione</w:t>
      </w:r>
    </w:p>
    <w:p w14:paraId="4C401E42" w14:textId="77777777" w:rsidR="00091881" w:rsidRDefault="00A418DE">
      <w:pPr>
        <w:autoSpaceDE w:val="0"/>
      </w:pPr>
      <w:r>
        <w:t>La compilazione della Scheda T&amp;T, a cura dell’aggiudicatario, dovrà avvenire contestualmente con la trasmissione alla Amministrazione della documentazione relativa ai subcontratti (per finalità autorizzativa o di mera comunicazi</w:t>
      </w:r>
      <w:r>
        <w:t>one).</w:t>
      </w:r>
    </w:p>
    <w:p w14:paraId="52D59B59" w14:textId="77777777" w:rsidR="00091881" w:rsidRDefault="00091881">
      <w:pPr>
        <w:autoSpaceDE w:val="0"/>
      </w:pPr>
    </w:p>
    <w:p w14:paraId="67B58936" w14:textId="77777777" w:rsidR="00091881" w:rsidRDefault="00A418DE">
      <w:pPr>
        <w:autoSpaceDE w:val="0"/>
        <w:rPr>
          <w:b/>
        </w:rPr>
      </w:pPr>
      <w:r>
        <w:rPr>
          <w:b/>
        </w:rPr>
        <w:t>Sanzioni</w:t>
      </w:r>
    </w:p>
    <w:p w14:paraId="3A5DBB54" w14:textId="77777777" w:rsidR="00091881" w:rsidRDefault="00A418DE">
      <w:pPr>
        <w:autoSpaceDE w:val="0"/>
        <w:rPr>
          <w:bCs/>
          <w:iCs/>
        </w:rPr>
      </w:pPr>
      <w:r>
        <w:rPr>
          <w:bCs/>
          <w:iCs/>
        </w:rPr>
        <w:t>A norma di quanto previsto dall’art. 3 comma 9 della Legge n. 136/10, la mancata previsione – all’interno di qualsiasi tipologia di Subcontratto – della clausola con la quale Affidante e Affidatario assumono gli obblighi della tracciabilità</w:t>
      </w:r>
      <w:r>
        <w:rPr>
          <w:bCs/>
          <w:iCs/>
        </w:rPr>
        <w:t xml:space="preserve"> dei flussi finanziari rende il subcontratto nullo.</w:t>
      </w:r>
    </w:p>
    <w:p w14:paraId="38E84FC5" w14:textId="77777777" w:rsidR="00091881" w:rsidRDefault="00A418DE">
      <w:pPr>
        <w:autoSpaceDE w:val="0"/>
        <w:rPr>
          <w:bCs/>
          <w:iCs/>
        </w:rPr>
      </w:pPr>
      <w:r>
        <w:rPr>
          <w:bCs/>
          <w:iCs/>
        </w:rPr>
        <w:t>La mancata compilazione della SCHEDA T&amp;T da parte dell’Aggiudicatario, è causa ostativa all’ingresso in cantiere del Subcontraente.</w:t>
      </w:r>
    </w:p>
    <w:p w14:paraId="434912A1" w14:textId="77777777" w:rsidR="00091881" w:rsidRDefault="00A418DE">
      <w:pPr>
        <w:autoSpaceDE w:val="0"/>
      </w:pPr>
      <w:proofErr w:type="gramStart"/>
      <w:r>
        <w:rPr>
          <w:bCs/>
          <w:iCs/>
        </w:rPr>
        <w:t>E’</w:t>
      </w:r>
      <w:proofErr w:type="gramEnd"/>
      <w:r>
        <w:rPr>
          <w:bCs/>
          <w:iCs/>
        </w:rPr>
        <w:t xml:space="preserve"> equiparato al caso dell’omessa trasmissione della SCHEDA T&amp;T quello d</w:t>
      </w:r>
      <w:r>
        <w:rPr>
          <w:bCs/>
          <w:iCs/>
        </w:rPr>
        <w:t xml:space="preserve">ella trasmissione          all’ Amministrazione di </w:t>
      </w:r>
      <w:r>
        <w:rPr>
          <w:bCs/>
          <w:iCs/>
          <w:u w:val="single"/>
        </w:rPr>
        <w:t>informazioni non corrispondenti al vero</w:t>
      </w:r>
      <w:r>
        <w:rPr>
          <w:bCs/>
          <w:iCs/>
        </w:rPr>
        <w:t>. In tal caso l’Amministrazione si riserva di darne notizia alle autorità competenti</w:t>
      </w:r>
    </w:p>
    <w:p w14:paraId="655C9110" w14:textId="77777777" w:rsidR="00091881" w:rsidRDefault="00A418DE">
      <w:pPr>
        <w:autoSpaceDE w:val="0"/>
      </w:pPr>
      <w:r>
        <w:rPr>
          <w:bCs/>
          <w:iCs/>
        </w:rPr>
        <w:t xml:space="preserve">Nel caso l'Amministrazione accerti che la </w:t>
      </w:r>
      <w:r>
        <w:rPr>
          <w:bCs/>
          <w:iCs/>
          <w:u w:val="single"/>
        </w:rPr>
        <w:t xml:space="preserve">suddetta clausola non sia stata </w:t>
      </w:r>
      <w:r>
        <w:rPr>
          <w:bCs/>
          <w:iCs/>
          <w:u w:val="single"/>
        </w:rPr>
        <w:t>esplicitamente richiamata</w:t>
      </w:r>
      <w:r>
        <w:rPr>
          <w:bCs/>
          <w:iCs/>
        </w:rPr>
        <w:t xml:space="preserve"> o trascritta in un subcontratto, ferma restando, ai sensi del comma 9, articolo 3 della legge 136/2010, la sua nullità, l'Affidante del subcontratto è: </w:t>
      </w:r>
    </w:p>
    <w:p w14:paraId="2B360634" w14:textId="77777777" w:rsidR="00091881" w:rsidRDefault="00A418DE">
      <w:pPr>
        <w:numPr>
          <w:ilvl w:val="0"/>
          <w:numId w:val="4"/>
        </w:numPr>
        <w:autoSpaceDE w:val="0"/>
        <w:spacing w:after="0"/>
        <w:contextualSpacing w:val="0"/>
        <w:rPr>
          <w:bCs/>
          <w:iCs/>
        </w:rPr>
      </w:pPr>
      <w:r>
        <w:rPr>
          <w:bCs/>
          <w:iCs/>
        </w:rPr>
        <w:t>sottoposto al pagamento di una penale pari al 10% del valore del subcontratto</w:t>
      </w:r>
      <w:r>
        <w:rPr>
          <w:bCs/>
          <w:iCs/>
        </w:rPr>
        <w:t xml:space="preserve"> affidato, e comunque non inferiore a 500 euro. </w:t>
      </w:r>
    </w:p>
    <w:p w14:paraId="5298C83D" w14:textId="77777777" w:rsidR="00091881" w:rsidRDefault="00A418DE">
      <w:pPr>
        <w:autoSpaceDE w:val="0"/>
        <w:rPr>
          <w:bCs/>
          <w:iCs/>
        </w:rPr>
      </w:pPr>
      <w:r>
        <w:rPr>
          <w:bCs/>
          <w:iCs/>
        </w:rPr>
        <w:t xml:space="preserve">Nel caso in cui l’Amministrazione accerti un ritardato invio della SCHEDA T&amp;T l'Affidante e l'Affidatario saranno ciascuno tenuti a: </w:t>
      </w:r>
    </w:p>
    <w:p w14:paraId="4A46B3B6" w14:textId="77777777" w:rsidR="00091881" w:rsidRDefault="00A418DE">
      <w:pPr>
        <w:numPr>
          <w:ilvl w:val="0"/>
          <w:numId w:val="5"/>
        </w:numPr>
        <w:autoSpaceDE w:val="0"/>
        <w:spacing w:after="0"/>
        <w:contextualSpacing w:val="0"/>
        <w:rPr>
          <w:bCs/>
          <w:iCs/>
        </w:rPr>
      </w:pPr>
      <w:r>
        <w:rPr>
          <w:bCs/>
          <w:iCs/>
        </w:rPr>
        <w:t>pagare una penale pari all’ 1 per mille del valore del subcontratto per o</w:t>
      </w:r>
      <w:r>
        <w:rPr>
          <w:bCs/>
          <w:iCs/>
        </w:rPr>
        <w:t xml:space="preserve">gni giorno di ritardo, fino alla concorrenza del 5% del subcontratto stesso. </w:t>
      </w:r>
    </w:p>
    <w:p w14:paraId="15692802" w14:textId="77777777" w:rsidR="00091881" w:rsidRDefault="00A418DE">
      <w:pPr>
        <w:autoSpaceDE w:val="0"/>
        <w:rPr>
          <w:bCs/>
          <w:iCs/>
        </w:rPr>
      </w:pPr>
      <w:r>
        <w:rPr>
          <w:bCs/>
          <w:iCs/>
        </w:rPr>
        <w:t>Nel caso in cui l’Amministrazione aggiudicatrice accerti che la SCHEDA T&amp;T contiene informazioni che non corrispondono al vero, oltre alla trasmissione della notizia alle compete</w:t>
      </w:r>
      <w:r>
        <w:rPr>
          <w:bCs/>
          <w:iCs/>
        </w:rPr>
        <w:t xml:space="preserve">nti </w:t>
      </w:r>
      <w:proofErr w:type="gramStart"/>
      <w:r>
        <w:rPr>
          <w:bCs/>
          <w:iCs/>
        </w:rPr>
        <w:t>autorità,  si</w:t>
      </w:r>
      <w:proofErr w:type="gramEnd"/>
      <w:r>
        <w:rPr>
          <w:bCs/>
          <w:iCs/>
        </w:rPr>
        <w:t xml:space="preserve"> riserva il diritto di applicare nei confronti dell'Affidante e dell'Affidatario:</w:t>
      </w:r>
    </w:p>
    <w:p w14:paraId="7E3094DD" w14:textId="77777777" w:rsidR="00091881" w:rsidRDefault="00A418DE">
      <w:pPr>
        <w:numPr>
          <w:ilvl w:val="0"/>
          <w:numId w:val="6"/>
        </w:numPr>
        <w:autoSpaceDE w:val="0"/>
        <w:spacing w:after="0"/>
        <w:contextualSpacing w:val="0"/>
        <w:rPr>
          <w:bCs/>
          <w:iCs/>
        </w:rPr>
      </w:pPr>
      <w:r>
        <w:rPr>
          <w:bCs/>
          <w:iCs/>
        </w:rPr>
        <w:t>una penale ciascuno, da un minimo del 5% ad un massimo del 10% del valore del subcontratto in relazione alla gravità della non correttezza delle informazioni</w:t>
      </w:r>
      <w:r>
        <w:rPr>
          <w:bCs/>
          <w:iCs/>
        </w:rPr>
        <w:t xml:space="preserve"> fornite.</w:t>
      </w:r>
    </w:p>
    <w:p w14:paraId="28CBCEB5" w14:textId="77777777" w:rsidR="00091881" w:rsidRDefault="00091881"/>
    <w:p w14:paraId="2DC5C94D" w14:textId="77777777" w:rsidR="00091881" w:rsidRDefault="00091881"/>
    <w:p w14:paraId="17C856C2" w14:textId="77777777" w:rsidR="00091881" w:rsidRDefault="00091881"/>
    <w:p w14:paraId="7BB50466" w14:textId="77777777" w:rsidR="00091881" w:rsidRDefault="00A418DE">
      <w:pPr>
        <w:rPr>
          <w:bCs/>
          <w:iCs/>
        </w:rPr>
      </w:pPr>
      <w:r>
        <w:rPr>
          <w:bCs/>
          <w:iCs/>
        </w:rPr>
        <w:t>Al fine dell’assolvimento degli obblighi suddetti, si chiede di indicare i dati del Referente incaricato da codesto operatore economico all’inserimento dei dati nella piattaforma T&amp;T:</w:t>
      </w:r>
    </w:p>
    <w:p w14:paraId="6A76B889" w14:textId="77777777" w:rsidR="00091881" w:rsidRDefault="00091881">
      <w:pPr>
        <w:rPr>
          <w:bCs/>
          <w:iCs/>
        </w:rPr>
      </w:pPr>
    </w:p>
    <w:p w14:paraId="679246CB" w14:textId="77777777" w:rsidR="00091881" w:rsidRDefault="00A418DE">
      <w:pPr>
        <w:widowControl w:val="0"/>
        <w:numPr>
          <w:ilvl w:val="0"/>
          <w:numId w:val="7"/>
        </w:numPr>
        <w:spacing w:after="0"/>
        <w:contextualSpacing w:val="0"/>
        <w:jc w:val="left"/>
        <w:rPr>
          <w:bCs/>
          <w:iCs/>
        </w:rPr>
      </w:pPr>
      <w:r>
        <w:rPr>
          <w:bCs/>
          <w:iCs/>
        </w:rPr>
        <w:t xml:space="preserve">Nominativo: __________________________________            </w:t>
      </w:r>
      <w:r>
        <w:rPr>
          <w:bCs/>
          <w:iCs/>
        </w:rPr>
        <w:t xml:space="preserve">                                 </w:t>
      </w:r>
    </w:p>
    <w:p w14:paraId="71B2D094" w14:textId="77777777" w:rsidR="00091881" w:rsidRDefault="00091881">
      <w:pPr>
        <w:widowControl w:val="0"/>
        <w:spacing w:after="0"/>
        <w:ind w:left="720"/>
        <w:contextualSpacing w:val="0"/>
        <w:jc w:val="left"/>
        <w:rPr>
          <w:bCs/>
          <w:iCs/>
        </w:rPr>
      </w:pPr>
    </w:p>
    <w:p w14:paraId="73F8C11D" w14:textId="77777777" w:rsidR="00091881" w:rsidRDefault="00A418DE">
      <w:pPr>
        <w:widowControl w:val="0"/>
        <w:numPr>
          <w:ilvl w:val="0"/>
          <w:numId w:val="7"/>
        </w:numPr>
        <w:spacing w:after="0"/>
        <w:contextualSpacing w:val="0"/>
        <w:jc w:val="left"/>
        <w:rPr>
          <w:bCs/>
          <w:iCs/>
        </w:rPr>
      </w:pPr>
      <w:r>
        <w:rPr>
          <w:bCs/>
          <w:iCs/>
        </w:rPr>
        <w:t>Codice Fiscale: _________________________________</w:t>
      </w:r>
    </w:p>
    <w:p w14:paraId="29155F69" w14:textId="77777777" w:rsidR="00091881" w:rsidRDefault="00091881">
      <w:pPr>
        <w:widowControl w:val="0"/>
        <w:spacing w:after="0"/>
        <w:ind w:left="720"/>
        <w:contextualSpacing w:val="0"/>
        <w:jc w:val="left"/>
        <w:rPr>
          <w:bCs/>
          <w:iCs/>
        </w:rPr>
      </w:pPr>
    </w:p>
    <w:p w14:paraId="33FA0BF2" w14:textId="77777777" w:rsidR="00091881" w:rsidRDefault="00A418DE">
      <w:pPr>
        <w:widowControl w:val="0"/>
        <w:numPr>
          <w:ilvl w:val="0"/>
          <w:numId w:val="7"/>
        </w:numPr>
        <w:spacing w:after="0"/>
        <w:contextualSpacing w:val="0"/>
        <w:jc w:val="left"/>
        <w:rPr>
          <w:bCs/>
          <w:iCs/>
        </w:rPr>
      </w:pPr>
      <w:r>
        <w:rPr>
          <w:bCs/>
          <w:iCs/>
        </w:rPr>
        <w:t>Indirizzo e-mail: ________________________________</w:t>
      </w:r>
    </w:p>
    <w:p w14:paraId="1AA923B9" w14:textId="77777777" w:rsidR="00091881" w:rsidRDefault="00091881"/>
    <w:sectPr w:rsidR="00091881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D9DFB" w14:textId="77777777" w:rsidR="00000000" w:rsidRDefault="00A418DE">
      <w:pPr>
        <w:spacing w:after="0"/>
      </w:pPr>
      <w:r>
        <w:separator/>
      </w:r>
    </w:p>
  </w:endnote>
  <w:endnote w:type="continuationSeparator" w:id="0">
    <w:p w14:paraId="47E0EA16" w14:textId="77777777" w:rsidR="00000000" w:rsidRDefault="00A418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C3DC1" w14:textId="77777777" w:rsidR="00000000" w:rsidRDefault="00A418D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BBDB639" w14:textId="77777777" w:rsidR="00000000" w:rsidRDefault="00A418D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71459"/>
    <w:multiLevelType w:val="multilevel"/>
    <w:tmpl w:val="875C60C2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2AA1E01"/>
    <w:multiLevelType w:val="multilevel"/>
    <w:tmpl w:val="69F4442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2AA52AAA"/>
    <w:multiLevelType w:val="multilevel"/>
    <w:tmpl w:val="F32A2356"/>
    <w:styleLink w:val="WWOutlineListStyle2"/>
    <w:lvl w:ilvl="0">
      <w:start w:val="1"/>
      <w:numFmt w:val="decimal"/>
      <w:pStyle w:val="Titolo1"/>
      <w:lvlText w:val="ART. %1)"/>
      <w:lvlJc w:val="left"/>
      <w:pPr>
        <w:ind w:left="357" w:hanging="357"/>
      </w:pPr>
    </w:lvl>
    <w:lvl w:ilvl="1">
      <w:start w:val="1"/>
      <w:numFmt w:val="decimal"/>
      <w:pStyle w:val="Titolo2"/>
      <w:lvlText w:val="%1.%2"/>
      <w:lvlJc w:val="left"/>
      <w:pPr>
        <w:ind w:left="357" w:hanging="357"/>
      </w:pPr>
    </w:lvl>
    <w:lvl w:ilvl="2">
      <w:start w:val="1"/>
      <w:numFmt w:val="decimal"/>
      <w:pStyle w:val="Titolo3"/>
      <w:lvlText w:val="%1.%2.%3"/>
      <w:lvlJc w:val="left"/>
      <w:pPr>
        <w:ind w:left="357" w:hanging="357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5AFF3507"/>
    <w:multiLevelType w:val="multilevel"/>
    <w:tmpl w:val="3794995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633B1D61"/>
    <w:multiLevelType w:val="multilevel"/>
    <w:tmpl w:val="B6B0192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66285810"/>
    <w:multiLevelType w:val="multilevel"/>
    <w:tmpl w:val="3CC4A246"/>
    <w:styleLink w:val="WWOutlineListStyle"/>
    <w:lvl w:ilvl="0">
      <w:start w:val="1"/>
      <w:numFmt w:val="decimal"/>
      <w:lvlText w:val="ART. %1)"/>
      <w:lvlJc w:val="left"/>
      <w:pPr>
        <w:ind w:left="357" w:hanging="357"/>
      </w:pPr>
    </w:lvl>
    <w:lvl w:ilvl="1">
      <w:start w:val="1"/>
      <w:numFmt w:val="decimal"/>
      <w:lvlText w:val="%1.%2"/>
      <w:lvlJc w:val="left"/>
      <w:pPr>
        <w:ind w:left="357" w:hanging="357"/>
      </w:pPr>
    </w:lvl>
    <w:lvl w:ilvl="2">
      <w:start w:val="1"/>
      <w:numFmt w:val="decimal"/>
      <w:lvlText w:val="%1.%2.%3"/>
      <w:lvlJc w:val="left"/>
      <w:pPr>
        <w:ind w:left="357" w:hanging="357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719F2166"/>
    <w:multiLevelType w:val="multilevel"/>
    <w:tmpl w:val="21AC1C76"/>
    <w:styleLink w:val="WWOutlineListStyle1"/>
    <w:lvl w:ilvl="0">
      <w:start w:val="1"/>
      <w:numFmt w:val="decimal"/>
      <w:lvlText w:val="ART. %1)"/>
      <w:lvlJc w:val="left"/>
      <w:pPr>
        <w:ind w:left="357" w:hanging="357"/>
      </w:pPr>
    </w:lvl>
    <w:lvl w:ilvl="1">
      <w:start w:val="1"/>
      <w:numFmt w:val="decimal"/>
      <w:lvlText w:val="%1.%2"/>
      <w:lvlJc w:val="left"/>
      <w:pPr>
        <w:ind w:left="357" w:hanging="357"/>
      </w:pPr>
    </w:lvl>
    <w:lvl w:ilvl="2">
      <w:start w:val="1"/>
      <w:numFmt w:val="decimal"/>
      <w:lvlText w:val="%1.%2.%3"/>
      <w:lvlJc w:val="left"/>
      <w:pPr>
        <w:ind w:left="357" w:hanging="357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6293957">
    <w:abstractNumId w:val="2"/>
  </w:num>
  <w:num w:numId="2" w16cid:durableId="233469034">
    <w:abstractNumId w:val="6"/>
  </w:num>
  <w:num w:numId="3" w16cid:durableId="1728609635">
    <w:abstractNumId w:val="5"/>
  </w:num>
  <w:num w:numId="4" w16cid:durableId="483087074">
    <w:abstractNumId w:val="1"/>
  </w:num>
  <w:num w:numId="5" w16cid:durableId="362445506">
    <w:abstractNumId w:val="4"/>
  </w:num>
  <w:num w:numId="6" w16cid:durableId="724838993">
    <w:abstractNumId w:val="3"/>
  </w:num>
  <w:num w:numId="7" w16cid:durableId="1083720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91881"/>
    <w:rsid w:val="00091881"/>
    <w:rsid w:val="00A4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208C0"/>
  <w15:docId w15:val="{A909A55D-1538-48F5-A9F6-5B17575D8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 w:line="25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 w:line="240" w:lineRule="auto"/>
      <w:contextualSpacing/>
      <w:jc w:val="both"/>
    </w:pPr>
    <w:rPr>
      <w:rFonts w:ascii="Times New Roman" w:hAnsi="Times New Roman"/>
      <w:kern w:val="3"/>
      <w:sz w:val="24"/>
      <w:szCs w:val="24"/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numPr>
        <w:numId w:val="1"/>
      </w:numPr>
      <w:tabs>
        <w:tab w:val="left" w:pos="420"/>
      </w:tabs>
      <w:spacing w:before="240"/>
      <w:outlineLvl w:val="0"/>
    </w:pPr>
    <w:rPr>
      <w:b/>
      <w:bCs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numPr>
        <w:ilvl w:val="1"/>
        <w:numId w:val="1"/>
      </w:numPr>
      <w:tabs>
        <w:tab w:val="left" w:pos="-504"/>
      </w:tabs>
      <w:outlineLvl w:val="1"/>
    </w:pPr>
    <w:rPr>
      <w:rFonts w:eastAsia="Times New Roman"/>
      <w:b/>
      <w:smallCaps/>
      <w:szCs w:val="20"/>
      <w:u w:val="single"/>
    </w:rPr>
  </w:style>
  <w:style w:type="paragraph" w:styleId="Titolo3">
    <w:name w:val="heading 3"/>
    <w:basedOn w:val="Titolo2"/>
    <w:next w:val="Corpotesto"/>
    <w:uiPriority w:val="9"/>
    <w:semiHidden/>
    <w:unhideWhenUsed/>
    <w:qFormat/>
    <w:pPr>
      <w:numPr>
        <w:ilvl w:val="2"/>
      </w:numPr>
      <w:spacing w:before="140"/>
      <w:outlineLvl w:val="2"/>
    </w:pPr>
    <w:rPr>
      <w:bCs/>
      <w:i/>
      <w:smallCaps w:val="0"/>
      <w:u w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2">
    <w:name w:val="WW_OutlineListStyle_2"/>
    <w:basedOn w:val="Nessunelenco"/>
    <w:pPr>
      <w:numPr>
        <w:numId w:val="1"/>
      </w:numPr>
    </w:pPr>
  </w:style>
  <w:style w:type="character" w:customStyle="1" w:styleId="Titolo1Carattere">
    <w:name w:val="Titolo 1 Carattere"/>
    <w:basedOn w:val="Carpredefinitoparagrafo"/>
    <w:rPr>
      <w:rFonts w:ascii="Times New Roman" w:eastAsia="Calibri" w:hAnsi="Times New Roman" w:cs="Times New Roman"/>
      <w:b/>
      <w:bCs/>
      <w:kern w:val="3"/>
      <w:sz w:val="24"/>
      <w:szCs w:val="24"/>
      <w:lang w:eastAsia="zh-CN"/>
    </w:rPr>
  </w:style>
  <w:style w:type="character" w:customStyle="1" w:styleId="Titolo2Carattere">
    <w:name w:val="Titolo 2 Carattere"/>
    <w:basedOn w:val="Carpredefinitoparagrafo"/>
    <w:rPr>
      <w:rFonts w:ascii="Times New Roman" w:eastAsia="Times New Roman" w:hAnsi="Times New Roman" w:cs="Times New Roman"/>
      <w:b/>
      <w:smallCaps/>
      <w:kern w:val="3"/>
      <w:sz w:val="24"/>
      <w:szCs w:val="20"/>
      <w:u w:val="single"/>
      <w:lang w:eastAsia="zh-CN"/>
    </w:rPr>
  </w:style>
  <w:style w:type="character" w:customStyle="1" w:styleId="Titolo3Carattere">
    <w:name w:val="Titolo 3 Carattere"/>
    <w:basedOn w:val="Carpredefinitoparagrafo"/>
    <w:rPr>
      <w:rFonts w:ascii="Times New Roman" w:eastAsia="Times New Roman" w:hAnsi="Times New Roman" w:cs="Times New Roman"/>
      <w:b/>
      <w:bCs/>
      <w:i/>
      <w:kern w:val="3"/>
      <w:sz w:val="24"/>
      <w:szCs w:val="20"/>
      <w:lang w:eastAsia="zh-CN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Testocommento">
    <w:name w:val="annotation text"/>
    <w:basedOn w:val="Normale"/>
    <w:pPr>
      <w:spacing w:after="0" w:line="276" w:lineRule="auto"/>
      <w:contextualSpacing w:val="0"/>
      <w:textAlignment w:val="baseline"/>
    </w:pPr>
    <w:rPr>
      <w:rFonts w:ascii="Calibri" w:eastAsia="Times New Roman" w:hAnsi="Calibri" w:cs="Mangal"/>
      <w:sz w:val="20"/>
      <w:szCs w:val="20"/>
      <w:lang w:eastAsia="en-US" w:bidi="hi-IN"/>
    </w:rPr>
  </w:style>
  <w:style w:type="character" w:customStyle="1" w:styleId="TestocommentoCarattere">
    <w:name w:val="Testo commento Carattere"/>
    <w:basedOn w:val="Carpredefinitoparagrafo"/>
    <w:rPr>
      <w:rFonts w:ascii="Calibri" w:eastAsia="Times New Roman" w:hAnsi="Calibri" w:cs="Mangal"/>
      <w:kern w:val="3"/>
      <w:sz w:val="20"/>
      <w:szCs w:val="20"/>
      <w:lang w:bidi="hi-IN"/>
    </w:rPr>
  </w:style>
  <w:style w:type="character" w:styleId="Rimandocommento">
    <w:name w:val="annotation reference"/>
    <w:basedOn w:val="Carpredefinitoparagrafo"/>
    <w:rPr>
      <w:rFonts w:cs="Times New Roman"/>
      <w:sz w:val="16"/>
    </w:rPr>
  </w:style>
  <w:style w:type="paragraph" w:styleId="Corpotesto">
    <w:name w:val="Body Text"/>
    <w:basedOn w:val="Normale"/>
  </w:style>
  <w:style w:type="character" w:customStyle="1" w:styleId="CorpotestoCarattere">
    <w:name w:val="Corpo testo Carattere"/>
    <w:basedOn w:val="Carpredefinitoparagrafo"/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Paragrafoelenco">
    <w:name w:val="List Paragraph"/>
    <w:basedOn w:val="Normale"/>
    <w:pPr>
      <w:ind w:left="720"/>
    </w:pPr>
  </w:style>
  <w:style w:type="numbering" w:customStyle="1" w:styleId="WWOutlineListStyle1">
    <w:name w:val="WW_OutlineListStyle_1"/>
    <w:basedOn w:val="Nessunelenco"/>
    <w:pPr>
      <w:numPr>
        <w:numId w:val="2"/>
      </w:numPr>
    </w:pPr>
  </w:style>
  <w:style w:type="numbering" w:customStyle="1" w:styleId="WWOutlineListStyle">
    <w:name w:val="WW_OutlineListStyle"/>
    <w:basedOn w:val="Nessunelenco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rasparenza-subcontratti.servizirl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968</Words>
  <Characters>5521</Characters>
  <Application>Microsoft Office Word</Application>
  <DocSecurity>0</DocSecurity>
  <Lines>46</Lines>
  <Paragraphs>12</Paragraphs>
  <ScaleCrop>false</ScaleCrop>
  <Company/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Baruffaldi Elena</dc:creator>
  <dc:description/>
  <cp:lastModifiedBy>Lugli Lorenzo</cp:lastModifiedBy>
  <cp:revision>2</cp:revision>
  <dcterms:created xsi:type="dcterms:W3CDTF">2022-09-22T06:52:00Z</dcterms:created>
  <dcterms:modified xsi:type="dcterms:W3CDTF">2022-09-22T06:52:00Z</dcterms:modified>
</cp:coreProperties>
</file>