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2ABEB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098A15B0" w14:textId="550B7D59" w:rsidR="00600E61" w:rsidRPr="00600E61" w:rsidRDefault="00FF7A8A" w:rsidP="00600E61">
      <w:pPr>
        <w:jc w:val="both"/>
        <w:rPr>
          <w:b/>
          <w:bCs/>
          <w:sz w:val="24"/>
          <w:szCs w:val="24"/>
        </w:rPr>
      </w:pPr>
      <w:r>
        <w:rPr>
          <w:i/>
          <w:iCs/>
          <w:sz w:val="24"/>
          <w:szCs w:val="24"/>
        </w:rPr>
        <w:t>Oggetto:</w:t>
      </w:r>
      <w:r w:rsidR="00600E61">
        <w:rPr>
          <w:b/>
          <w:bCs/>
          <w:sz w:val="24"/>
          <w:szCs w:val="24"/>
        </w:rPr>
        <w:t xml:space="preserve"> </w:t>
      </w:r>
      <w:r w:rsidR="00600E61" w:rsidRPr="00FF7A8A">
        <w:rPr>
          <w:b/>
          <w:bCs/>
          <w:sz w:val="24"/>
          <w:szCs w:val="24"/>
        </w:rPr>
        <w:t>Richiesta di offerta ai sensi dell'art. 50, comma 1, lett. b) del decreto legislativo 31 marzo 2023 n. 36 e s.m.i.</w:t>
      </w:r>
      <w:r w:rsidR="003E20EB">
        <w:rPr>
          <w:b/>
          <w:bCs/>
          <w:sz w:val="24"/>
          <w:szCs w:val="24"/>
        </w:rPr>
        <w:t xml:space="preserve"> </w:t>
      </w:r>
      <w:r w:rsidR="00600E61" w:rsidRPr="00FF7A8A">
        <w:rPr>
          <w:b/>
          <w:bCs/>
          <w:sz w:val="24"/>
          <w:szCs w:val="24"/>
        </w:rPr>
        <w:t xml:space="preserve">per la fornitura di </w:t>
      </w:r>
      <w:r w:rsidR="003E20EB">
        <w:rPr>
          <w:b/>
          <w:bCs/>
          <w:sz w:val="24"/>
          <w:szCs w:val="24"/>
        </w:rPr>
        <w:t>una linea Voip</w:t>
      </w:r>
    </w:p>
    <w:p w14:paraId="116EC713" w14:textId="5BA037AC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3E20EB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1D7D7F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308574E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AE1942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0AFDBA1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42D9E6D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3C79AD0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22F0E1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0E192EC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77233EC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1E2D7AD8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51CE7CD2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799761A6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3F8A0395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CB842B9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3E473A5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5E3562DF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411EEE5C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5AAB281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732E1767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A44BFD5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4A801A22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2F775655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1037B56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436DE93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0805830D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6812E70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34DF58AD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7759C474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49D28DA7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D910EB8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0EE7486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46F8FDB0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92DF1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1BD44AB3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3A4267D4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20960FB4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37E51E25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6BC23C4B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58FF4B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4EAB166C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4880B3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lastRenderedPageBreak/>
        <w:t>di essere in possesso dei requisiti di idoneità tecnico professionale in relazione all’oggetto dell’affidamento;</w:t>
      </w:r>
    </w:p>
    <w:p w14:paraId="42224E7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928E1C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06A721F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EA8FF81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745ED599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5353156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14B299AB" w14:textId="77777777" w:rsidR="00831C86" w:rsidRDefault="00831C86" w:rsidP="00831C86">
      <w:pPr>
        <w:spacing w:line="360" w:lineRule="auto"/>
        <w:jc w:val="both"/>
      </w:pPr>
    </w:p>
    <w:p w14:paraId="22BDFE7A" w14:textId="77777777" w:rsidR="00791C6A" w:rsidRDefault="00791C6A" w:rsidP="00831C86">
      <w:pPr>
        <w:spacing w:line="360" w:lineRule="auto"/>
        <w:jc w:val="both"/>
      </w:pPr>
    </w:p>
    <w:p w14:paraId="6DD8617D" w14:textId="77777777" w:rsidR="00791C6A" w:rsidRDefault="00791C6A" w:rsidP="00831C86">
      <w:pPr>
        <w:spacing w:line="360" w:lineRule="auto"/>
        <w:jc w:val="both"/>
      </w:pPr>
    </w:p>
    <w:p w14:paraId="2120EA14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06C0C9E0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D4A3A" w14:textId="77777777" w:rsidR="00791C6A" w:rsidRDefault="00791C6A" w:rsidP="00791C6A">
      <w:pPr>
        <w:spacing w:line="276" w:lineRule="auto"/>
        <w:jc w:val="both"/>
      </w:pPr>
    </w:p>
    <w:p w14:paraId="71E56138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07CF8C7F" w14:textId="77777777" w:rsidR="00791C6A" w:rsidRDefault="00791C6A" w:rsidP="00791C6A">
      <w:pPr>
        <w:spacing w:line="276" w:lineRule="auto"/>
        <w:jc w:val="both"/>
      </w:pPr>
    </w:p>
    <w:p w14:paraId="404D8E06" w14:textId="77777777" w:rsidR="00791C6A" w:rsidRDefault="00791C6A" w:rsidP="00791C6A">
      <w:pPr>
        <w:spacing w:line="276" w:lineRule="auto"/>
        <w:jc w:val="both"/>
      </w:pPr>
    </w:p>
    <w:p w14:paraId="7A4E4442" w14:textId="77777777" w:rsidR="00791C6A" w:rsidRDefault="00791C6A" w:rsidP="00791C6A">
      <w:pPr>
        <w:spacing w:line="276" w:lineRule="auto"/>
        <w:jc w:val="both"/>
      </w:pPr>
    </w:p>
    <w:p w14:paraId="279D8E24" w14:textId="77777777" w:rsidR="00791C6A" w:rsidRDefault="00791C6A" w:rsidP="00791C6A">
      <w:pPr>
        <w:spacing w:line="276" w:lineRule="auto"/>
        <w:jc w:val="both"/>
      </w:pPr>
    </w:p>
    <w:p w14:paraId="6262BFC9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0164718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5639339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5813A30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2929E" w14:textId="77777777" w:rsidR="003E20EB" w:rsidRDefault="003E20EB" w:rsidP="00616E49">
      <w:pPr>
        <w:spacing w:after="0" w:line="240" w:lineRule="auto"/>
      </w:pPr>
      <w:r>
        <w:separator/>
      </w:r>
    </w:p>
  </w:endnote>
  <w:endnote w:type="continuationSeparator" w:id="0">
    <w:p w14:paraId="0D41F7C9" w14:textId="77777777" w:rsidR="003E20EB" w:rsidRDefault="003E20EB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92E2E" w14:textId="77777777" w:rsidR="0033548C" w:rsidRDefault="0033548C" w:rsidP="0033548C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56F64B29" wp14:editId="41AE3A70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63CAE9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3</w:t>
    </w:r>
    <w:r>
      <w:rPr>
        <w:rFonts w:cs="Century Gothic"/>
        <w:sz w:val="16"/>
        <w:szCs w:val="16"/>
      </w:rPr>
      <w:fldChar w:fldCharType="end"/>
    </w:r>
  </w:p>
  <w:p w14:paraId="0EED7CDF" w14:textId="77777777" w:rsidR="0033548C" w:rsidRDefault="0033548C" w:rsidP="0033548C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7DC288A" w14:textId="77777777" w:rsidR="00616E49" w:rsidRPr="0033548C" w:rsidRDefault="0033548C" w:rsidP="0033548C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50121" w14:textId="77777777" w:rsidR="003E20EB" w:rsidRDefault="003E20EB" w:rsidP="00616E49">
      <w:pPr>
        <w:spacing w:after="0" w:line="240" w:lineRule="auto"/>
      </w:pPr>
      <w:r>
        <w:separator/>
      </w:r>
    </w:p>
  </w:footnote>
  <w:footnote w:type="continuationSeparator" w:id="0">
    <w:p w14:paraId="497F0092" w14:textId="77777777" w:rsidR="003E20EB" w:rsidRDefault="003E20EB" w:rsidP="00616E49">
      <w:pPr>
        <w:spacing w:after="0" w:line="240" w:lineRule="auto"/>
      </w:pPr>
      <w:r>
        <w:continuationSeparator/>
      </w:r>
    </w:p>
  </w:footnote>
  <w:footnote w:id="1">
    <w:p w14:paraId="5404ACA8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EF8F2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49F292C5" wp14:editId="79F56A27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6E122B8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0EB"/>
    <w:rsid w:val="000012D2"/>
    <w:rsid w:val="000A325A"/>
    <w:rsid w:val="0032756A"/>
    <w:rsid w:val="0033548C"/>
    <w:rsid w:val="0037045A"/>
    <w:rsid w:val="00390A71"/>
    <w:rsid w:val="003E20EB"/>
    <w:rsid w:val="003E35C8"/>
    <w:rsid w:val="0043283C"/>
    <w:rsid w:val="004374D9"/>
    <w:rsid w:val="00481A78"/>
    <w:rsid w:val="004F23D1"/>
    <w:rsid w:val="005118D6"/>
    <w:rsid w:val="005C525A"/>
    <w:rsid w:val="00600E61"/>
    <w:rsid w:val="00616E49"/>
    <w:rsid w:val="00695D2C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DB07D0"/>
    <w:rsid w:val="00E13F44"/>
    <w:rsid w:val="00EC2B7D"/>
    <w:rsid w:val="00F60AF9"/>
    <w:rsid w:val="00F66406"/>
    <w:rsid w:val="00FF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54F2"/>
  <w15:chartTrackingRefBased/>
  <w15:docId w15:val="{AC56DA3B-C19A-4A0E-ACC7-45362AC3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ocr.local\dati\gruppoeconomatopoc\gare\Gare2024\SI%20-%20SISTEMI%20INFORMATICI\2024-1.6.3-801%20-%20Vulcania%20-%20Linea%20VOIP\2.%20Affidamento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</Template>
  <TotalTime>0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a Dichiarazione ex artt 46 e 47 dpr 445-2000</vt:lpstr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Villa Francesca</dc:creator>
  <cp:keywords/>
  <dc:description/>
  <cp:lastModifiedBy>Villa Francesca</cp:lastModifiedBy>
  <cp:revision>1</cp:revision>
  <dcterms:created xsi:type="dcterms:W3CDTF">2024-08-06T12:27:00Z</dcterms:created>
  <dcterms:modified xsi:type="dcterms:W3CDTF">2024-08-06T12:27:00Z</dcterms:modified>
</cp:coreProperties>
</file>