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4E85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12C0182A" w14:textId="18CA205E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DE1D57">
        <w:rPr>
          <w:b/>
          <w:bCs/>
          <w:sz w:val="24"/>
          <w:szCs w:val="24"/>
        </w:rPr>
        <w:t xml:space="preserve">OGGETTO: Richiesta di offerta ai sensi dell'art. 50, comma 1, lett. b) del decreto legislativo 31 marzo 2023 n. 36 e s.m.i.per la fornitura di </w:t>
      </w:r>
      <w:r w:rsidR="00DE1D57" w:rsidRPr="00DE1D57">
        <w:rPr>
          <w:b/>
          <w:bCs/>
          <w:sz w:val="24"/>
          <w:szCs w:val="24"/>
        </w:rPr>
        <w:t xml:space="preserve">toner, cartucce e nastri vari per stampanti </w:t>
      </w:r>
      <w:r w:rsidRPr="00DE1D57">
        <w:rPr>
          <w:b/>
          <w:bCs/>
          <w:sz w:val="24"/>
          <w:szCs w:val="24"/>
        </w:rPr>
        <w:t xml:space="preserve">per la durata di mesi </w:t>
      </w:r>
      <w:r w:rsidR="00DE1D57">
        <w:rPr>
          <w:b/>
          <w:bCs/>
          <w:sz w:val="24"/>
          <w:szCs w:val="24"/>
        </w:rPr>
        <w:t>36.</w:t>
      </w:r>
    </w:p>
    <w:p w14:paraId="6E6BC08C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36C6AB0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7E9C023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420E97B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DEC16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0AEBE0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ABBCC3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5195EEA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FF1A85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74D37DA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708923B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82B5960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12109F81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2C3D35C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D902C70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2F05B17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876B20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C975635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64D30F8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007E446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9CCFB51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67D21A81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024FBD07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48137A2D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E42F8E0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5A5282C3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2A6F676E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0EDFB2B7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36D7E275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3178364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818417D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259507B1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154DC61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974F3B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3AC743AE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097C3B5D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E0765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56E98C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EE7606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D6A616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2699C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4E67BC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192841C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6FAAF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2EFE600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FB6E360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63DDD39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E5CBD95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66E1C9DA" w14:textId="77777777" w:rsidR="00831C86" w:rsidRDefault="00831C86" w:rsidP="00831C86">
      <w:pPr>
        <w:spacing w:line="360" w:lineRule="auto"/>
        <w:jc w:val="both"/>
      </w:pPr>
    </w:p>
    <w:p w14:paraId="7F09B065" w14:textId="77777777" w:rsidR="00791C6A" w:rsidRDefault="00791C6A" w:rsidP="00831C86">
      <w:pPr>
        <w:spacing w:line="360" w:lineRule="auto"/>
        <w:jc w:val="both"/>
      </w:pPr>
    </w:p>
    <w:p w14:paraId="31C10ABA" w14:textId="77777777" w:rsidR="00791C6A" w:rsidRDefault="00791C6A" w:rsidP="00831C86">
      <w:pPr>
        <w:spacing w:line="360" w:lineRule="auto"/>
        <w:jc w:val="both"/>
      </w:pPr>
    </w:p>
    <w:p w14:paraId="55C55B1C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0F451D5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69832FC0" w14:textId="77777777" w:rsidR="00791C6A" w:rsidRDefault="00791C6A" w:rsidP="00791C6A">
      <w:pPr>
        <w:spacing w:line="276" w:lineRule="auto"/>
        <w:jc w:val="both"/>
      </w:pPr>
    </w:p>
    <w:p w14:paraId="68CBCBD6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6D57D0F1" w14:textId="77777777" w:rsidR="00791C6A" w:rsidRDefault="00791C6A" w:rsidP="00791C6A">
      <w:pPr>
        <w:spacing w:line="276" w:lineRule="auto"/>
        <w:jc w:val="both"/>
      </w:pPr>
    </w:p>
    <w:p w14:paraId="5CF7A596" w14:textId="77777777" w:rsidR="00791C6A" w:rsidRDefault="00791C6A" w:rsidP="00791C6A">
      <w:pPr>
        <w:spacing w:line="276" w:lineRule="auto"/>
        <w:jc w:val="both"/>
      </w:pPr>
    </w:p>
    <w:p w14:paraId="23984509" w14:textId="77777777" w:rsidR="00791C6A" w:rsidRDefault="00791C6A" w:rsidP="00791C6A">
      <w:pPr>
        <w:spacing w:line="276" w:lineRule="auto"/>
        <w:jc w:val="both"/>
      </w:pPr>
    </w:p>
    <w:p w14:paraId="239D2012" w14:textId="77777777" w:rsidR="00791C6A" w:rsidRDefault="00791C6A" w:rsidP="00791C6A">
      <w:pPr>
        <w:spacing w:line="276" w:lineRule="auto"/>
        <w:jc w:val="both"/>
      </w:pPr>
    </w:p>
    <w:p w14:paraId="5DE4160C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122EBD7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2626BE9E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376B8512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C4316" w14:textId="77777777" w:rsidR="00BC446C" w:rsidRDefault="00BC446C" w:rsidP="00616E49">
      <w:pPr>
        <w:spacing w:after="0" w:line="240" w:lineRule="auto"/>
      </w:pPr>
      <w:r>
        <w:separator/>
      </w:r>
    </w:p>
  </w:endnote>
  <w:endnote w:type="continuationSeparator" w:id="0">
    <w:p w14:paraId="5BB31F39" w14:textId="77777777" w:rsidR="00BC446C" w:rsidRDefault="00BC446C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5D92C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A09585B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638F800F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330B9F6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4F5AC52B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2E2DA" w14:textId="77777777" w:rsidR="00BC446C" w:rsidRDefault="00BC446C" w:rsidP="00616E49">
      <w:pPr>
        <w:spacing w:after="0" w:line="240" w:lineRule="auto"/>
      </w:pPr>
      <w:r>
        <w:separator/>
      </w:r>
    </w:p>
  </w:footnote>
  <w:footnote w:type="continuationSeparator" w:id="0">
    <w:p w14:paraId="50B97CD4" w14:textId="77777777" w:rsidR="00BC446C" w:rsidRDefault="00BC446C" w:rsidP="00616E49">
      <w:pPr>
        <w:spacing w:after="0" w:line="240" w:lineRule="auto"/>
      </w:pPr>
      <w:r>
        <w:continuationSeparator/>
      </w:r>
    </w:p>
  </w:footnote>
  <w:footnote w:id="1">
    <w:p w14:paraId="42E763D1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C3A2F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60DD06FE" wp14:editId="1A6229B9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CC11496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D57"/>
    <w:rsid w:val="000012D2"/>
    <w:rsid w:val="000A325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4D74"/>
    <w:rsid w:val="00726AD7"/>
    <w:rsid w:val="00791C6A"/>
    <w:rsid w:val="007D46B4"/>
    <w:rsid w:val="00831C86"/>
    <w:rsid w:val="008F23B8"/>
    <w:rsid w:val="00944338"/>
    <w:rsid w:val="00A27414"/>
    <w:rsid w:val="00AD76F4"/>
    <w:rsid w:val="00BC446C"/>
    <w:rsid w:val="00C4600C"/>
    <w:rsid w:val="00DB07D0"/>
    <w:rsid w:val="00DE1D57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5D17"/>
  <w15:chartTrackingRefBased/>
  <w15:docId w15:val="{1F4BED91-A244-4C7F-93B8-AF0AB434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gare\Gare2024\ME%20-%20MATERIALE%20ECONOMALE%20-%20Sabrina\Toner\7.RDO\1-%20CONSULTAZIONE%20DI%20MERCATO%20e%20allegati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445-2000.dotx</Template>
  <TotalTime>1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Cadenazzi Vera</dc:creator>
  <cp:keywords/>
  <dc:description/>
  <cp:lastModifiedBy>Cadenazzi Vera</cp:lastModifiedBy>
  <cp:revision>1</cp:revision>
  <dcterms:created xsi:type="dcterms:W3CDTF">2024-07-09T13:36:00Z</dcterms:created>
  <dcterms:modified xsi:type="dcterms:W3CDTF">2024-07-09T13:37:00Z</dcterms:modified>
</cp:coreProperties>
</file>