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32D8A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3346CB8B" w14:textId="3D05C595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="003256E9" w:rsidRPr="003256E9">
        <w:rPr>
          <w:b/>
          <w:bCs/>
          <w:sz w:val="24"/>
          <w:szCs w:val="24"/>
        </w:rPr>
        <w:t>RICHIESTA D’OFFERTA PER EVENTUALE AFFIDAMENTO AI SENSI DELL'ART. 50, COMMA 1, LETT. B) DEL DECRETO LEGISLATIVO 31 MARZO 2023 N. 36 E S.M.I. PER LA FORNITURA DI LENTE A CONTATTO TERAPEUTICA PLATO T + 6.00 D 12.00 D, PER UN PERIODO DI 24 MESI.</w:t>
      </w:r>
    </w:p>
    <w:p w14:paraId="3DFB671E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70AFB8A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204B8E7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DA58D9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2336180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6D44782B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76C2E93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2E7A4D95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24FF1C2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69E8DC6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255BAD57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4915A13F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5DD7C208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393B8612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B934039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1B13A2D3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5B5A4381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0DC9750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19A59DAC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19E9F83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3D5A17C4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444E965E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15EB6320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0246875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6C2B75F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57019C24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73CFFFBF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0D932718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614F7BFD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4154828F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2218622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3B23AC8E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629F9422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02C04F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47985603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3A289D96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43325DEE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7E4A568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04E5E4BE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284F7F6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42294EE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5C549D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CAE9DFD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1EFC76F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6C29C9B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2FEB16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5FE7FCF4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1DFFC3F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68DCF465" w14:textId="77777777" w:rsidR="00831C86" w:rsidRDefault="00831C86" w:rsidP="00831C86">
      <w:pPr>
        <w:spacing w:line="360" w:lineRule="auto"/>
        <w:jc w:val="both"/>
      </w:pPr>
    </w:p>
    <w:p w14:paraId="7F98BC07" w14:textId="77777777" w:rsidR="00791C6A" w:rsidRDefault="00791C6A" w:rsidP="00831C86">
      <w:pPr>
        <w:spacing w:line="360" w:lineRule="auto"/>
        <w:jc w:val="both"/>
      </w:pPr>
    </w:p>
    <w:p w14:paraId="2172439E" w14:textId="77777777" w:rsidR="00791C6A" w:rsidRDefault="00791C6A" w:rsidP="00831C86">
      <w:pPr>
        <w:spacing w:line="360" w:lineRule="auto"/>
        <w:jc w:val="both"/>
      </w:pPr>
    </w:p>
    <w:p w14:paraId="3798CD9B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7C14788A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3861400B" w14:textId="77777777" w:rsidR="00791C6A" w:rsidRDefault="00791C6A" w:rsidP="00791C6A">
      <w:pPr>
        <w:spacing w:line="276" w:lineRule="auto"/>
        <w:jc w:val="both"/>
      </w:pPr>
    </w:p>
    <w:p w14:paraId="05E2ADDB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64346573" w14:textId="77777777" w:rsidR="00791C6A" w:rsidRDefault="00791C6A" w:rsidP="00791C6A">
      <w:pPr>
        <w:spacing w:line="276" w:lineRule="auto"/>
        <w:jc w:val="both"/>
      </w:pPr>
    </w:p>
    <w:p w14:paraId="4924E423" w14:textId="77777777" w:rsidR="00791C6A" w:rsidRDefault="00791C6A" w:rsidP="00791C6A">
      <w:pPr>
        <w:spacing w:line="276" w:lineRule="auto"/>
        <w:jc w:val="both"/>
      </w:pPr>
    </w:p>
    <w:p w14:paraId="2750FA1E" w14:textId="77777777" w:rsidR="00791C6A" w:rsidRDefault="00791C6A" w:rsidP="00791C6A">
      <w:pPr>
        <w:spacing w:line="276" w:lineRule="auto"/>
        <w:jc w:val="both"/>
      </w:pPr>
    </w:p>
    <w:p w14:paraId="68981DD9" w14:textId="77777777" w:rsidR="00791C6A" w:rsidRDefault="00791C6A" w:rsidP="00791C6A">
      <w:pPr>
        <w:spacing w:line="276" w:lineRule="auto"/>
        <w:jc w:val="both"/>
      </w:pPr>
    </w:p>
    <w:p w14:paraId="2EBDFC94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498F7F13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210AD66B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37D08A88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66C73" w14:textId="77777777" w:rsidR="00686E87" w:rsidRDefault="00686E87" w:rsidP="00616E49">
      <w:pPr>
        <w:spacing w:after="0" w:line="240" w:lineRule="auto"/>
      </w:pPr>
      <w:r>
        <w:separator/>
      </w:r>
    </w:p>
  </w:endnote>
  <w:endnote w:type="continuationSeparator" w:id="0">
    <w:p w14:paraId="2A456662" w14:textId="77777777" w:rsidR="00686E87" w:rsidRDefault="00686E87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5679E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654519B9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26F8BBD4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2F4A83E4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58B28D6E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8AA23" w14:textId="77777777" w:rsidR="00686E87" w:rsidRDefault="00686E87" w:rsidP="00616E49">
      <w:pPr>
        <w:spacing w:after="0" w:line="240" w:lineRule="auto"/>
      </w:pPr>
      <w:r>
        <w:separator/>
      </w:r>
    </w:p>
  </w:footnote>
  <w:footnote w:type="continuationSeparator" w:id="0">
    <w:p w14:paraId="7A17B80F" w14:textId="77777777" w:rsidR="00686E87" w:rsidRDefault="00686E87" w:rsidP="00616E49">
      <w:pPr>
        <w:spacing w:after="0" w:line="240" w:lineRule="auto"/>
      </w:pPr>
      <w:r>
        <w:continuationSeparator/>
      </w:r>
    </w:p>
  </w:footnote>
  <w:footnote w:id="1">
    <w:p w14:paraId="2261BDE8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10C9C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7A955769" wp14:editId="4E475A58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C4D86EC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E87"/>
    <w:rsid w:val="000012D2"/>
    <w:rsid w:val="000409E9"/>
    <w:rsid w:val="00047C2E"/>
    <w:rsid w:val="00067B23"/>
    <w:rsid w:val="000A325A"/>
    <w:rsid w:val="000E7594"/>
    <w:rsid w:val="003256E9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686E87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510F0"/>
    <w:rsid w:val="00AD76F4"/>
    <w:rsid w:val="00C4600C"/>
    <w:rsid w:val="00CB1C3D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56452"/>
  <w15:chartTrackingRefBased/>
  <w15:docId w15:val="{36765B90-D7D8-4CD9-975A-ABF65F4ED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gare\4.%20FILE%20BASE%20NUOVO%20CODICE\FILE%20GARE\1-%20PROCEDURE%20SOTTOSOGLIA\CONSULTAZIONE%20DI%20MERCATO\1-%20CONSULTAZIONE%20DI%20MERCATO%20e%20allegati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</Template>
  <TotalTime>0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Pedroni Benedetta</dc:creator>
  <cp:keywords/>
  <dc:description/>
  <cp:lastModifiedBy>Aimi Andrea</cp:lastModifiedBy>
  <cp:revision>6</cp:revision>
  <dcterms:created xsi:type="dcterms:W3CDTF">2024-03-27T10:17:00Z</dcterms:created>
  <dcterms:modified xsi:type="dcterms:W3CDTF">2024-06-18T12:32:00Z</dcterms:modified>
</cp:coreProperties>
</file>