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A8F35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4BF4B22E" w14:textId="5DFAA0B6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9F63EF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9F63EF">
        <w:rPr>
          <w:b/>
          <w:bCs/>
          <w:sz w:val="24"/>
          <w:szCs w:val="24"/>
        </w:rPr>
        <w:t>s.m.i.</w:t>
      </w:r>
      <w:proofErr w:type="spellEnd"/>
      <w:r w:rsidR="009F63EF" w:rsidRPr="009F63EF">
        <w:rPr>
          <w:b/>
          <w:bCs/>
          <w:sz w:val="24"/>
          <w:szCs w:val="24"/>
        </w:rPr>
        <w:t xml:space="preserve"> </w:t>
      </w:r>
      <w:r w:rsidRPr="009F63EF">
        <w:rPr>
          <w:b/>
          <w:bCs/>
          <w:sz w:val="24"/>
          <w:szCs w:val="24"/>
        </w:rPr>
        <w:t xml:space="preserve">per la fornitura </w:t>
      </w:r>
      <w:r w:rsidR="009F63EF" w:rsidRPr="009F63EF">
        <w:rPr>
          <w:b/>
          <w:bCs/>
          <w:sz w:val="24"/>
          <w:szCs w:val="24"/>
        </w:rPr>
        <w:t>DELL’ANTIDOTO AMILE NITRITO 0.3 ML PREPARATO PER INALAZIONE FIALA</w:t>
      </w:r>
      <w:r w:rsidR="009F63EF">
        <w:rPr>
          <w:b/>
          <w:bCs/>
          <w:sz w:val="24"/>
          <w:szCs w:val="24"/>
        </w:rPr>
        <w:t xml:space="preserve"> </w:t>
      </w:r>
      <w:r w:rsidRPr="009F63EF">
        <w:rPr>
          <w:b/>
          <w:bCs/>
          <w:sz w:val="24"/>
          <w:szCs w:val="24"/>
        </w:rPr>
        <w:t xml:space="preserve">per la durata di mesi </w:t>
      </w:r>
      <w:r w:rsidR="009F63EF" w:rsidRPr="009F63EF">
        <w:rPr>
          <w:b/>
          <w:bCs/>
          <w:sz w:val="24"/>
          <w:szCs w:val="24"/>
        </w:rPr>
        <w:t>48</w:t>
      </w:r>
    </w:p>
    <w:p w14:paraId="056464F5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7781C11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47D9E1D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0CB964B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3F58E2F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500829EC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643D16C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6A0AF09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2D67A9B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7CE682D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3237004C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03133D74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14293674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0C1AB32C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7585DD9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141536E2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0CE7490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1FEA6678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7E69CEE6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3C334E6F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754BBFD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28BC8D36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64822236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6F676A66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D69C3C3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0D8801A9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35B46093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63E9B95F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187966C7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04689E0A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C838C85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1DB2AE93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6ADFF239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5C7715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72513C90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318D5BA5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1701A22F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34B7A55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044FB4C9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0D727E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5921F107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062870EA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5880780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388A4A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3C20FF1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58E71B8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3518D647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4E1246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1C3E6F9E" w14:textId="77777777" w:rsidR="00831C86" w:rsidRDefault="00831C86" w:rsidP="00831C86">
      <w:pPr>
        <w:spacing w:line="360" w:lineRule="auto"/>
        <w:jc w:val="both"/>
      </w:pPr>
    </w:p>
    <w:p w14:paraId="224CBEF7" w14:textId="77777777" w:rsidR="00791C6A" w:rsidRDefault="00791C6A" w:rsidP="00831C86">
      <w:pPr>
        <w:spacing w:line="360" w:lineRule="auto"/>
        <w:jc w:val="both"/>
      </w:pPr>
    </w:p>
    <w:p w14:paraId="7546D6E7" w14:textId="77777777" w:rsidR="00791C6A" w:rsidRDefault="00791C6A" w:rsidP="00831C86">
      <w:pPr>
        <w:spacing w:line="360" w:lineRule="auto"/>
        <w:jc w:val="both"/>
      </w:pPr>
    </w:p>
    <w:p w14:paraId="39AF5F91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7F21D10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3E51AB0E" w14:textId="77777777" w:rsidR="00791C6A" w:rsidRDefault="00791C6A" w:rsidP="00791C6A">
      <w:pPr>
        <w:spacing w:line="276" w:lineRule="auto"/>
        <w:jc w:val="both"/>
      </w:pPr>
    </w:p>
    <w:p w14:paraId="5E1C136C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7622002E" w14:textId="77777777" w:rsidR="00791C6A" w:rsidRDefault="00791C6A" w:rsidP="00791C6A">
      <w:pPr>
        <w:spacing w:line="276" w:lineRule="auto"/>
        <w:jc w:val="both"/>
      </w:pPr>
    </w:p>
    <w:p w14:paraId="116DDEC6" w14:textId="77777777" w:rsidR="00791C6A" w:rsidRDefault="00791C6A" w:rsidP="00791C6A">
      <w:pPr>
        <w:spacing w:line="276" w:lineRule="auto"/>
        <w:jc w:val="both"/>
      </w:pPr>
    </w:p>
    <w:p w14:paraId="3F08015C" w14:textId="77777777" w:rsidR="00791C6A" w:rsidRDefault="00791C6A" w:rsidP="00791C6A">
      <w:pPr>
        <w:spacing w:line="276" w:lineRule="auto"/>
        <w:jc w:val="both"/>
      </w:pPr>
    </w:p>
    <w:p w14:paraId="3128FF70" w14:textId="77777777" w:rsidR="00791C6A" w:rsidRDefault="00791C6A" w:rsidP="00791C6A">
      <w:pPr>
        <w:spacing w:line="276" w:lineRule="auto"/>
        <w:jc w:val="both"/>
      </w:pPr>
    </w:p>
    <w:p w14:paraId="0CDC3D70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782DABAE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0B2022A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ADF3969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3257F" w14:textId="77777777" w:rsidR="00CA3ED1" w:rsidRDefault="00CA3ED1" w:rsidP="00616E49">
      <w:pPr>
        <w:spacing w:after="0" w:line="240" w:lineRule="auto"/>
      </w:pPr>
      <w:r>
        <w:separator/>
      </w:r>
    </w:p>
  </w:endnote>
  <w:endnote w:type="continuationSeparator" w:id="0">
    <w:p w14:paraId="00A2E7E8" w14:textId="77777777" w:rsidR="00CA3ED1" w:rsidRDefault="00CA3ED1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023FF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33A1CB60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6103DE44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6C72BFFA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093BBB88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E2EE5" w14:textId="77777777" w:rsidR="00CA3ED1" w:rsidRDefault="00CA3ED1" w:rsidP="00616E49">
      <w:pPr>
        <w:spacing w:after="0" w:line="240" w:lineRule="auto"/>
      </w:pPr>
      <w:r>
        <w:separator/>
      </w:r>
    </w:p>
  </w:footnote>
  <w:footnote w:type="continuationSeparator" w:id="0">
    <w:p w14:paraId="6CDA25FD" w14:textId="77777777" w:rsidR="00CA3ED1" w:rsidRDefault="00CA3ED1" w:rsidP="00616E49">
      <w:pPr>
        <w:spacing w:after="0" w:line="240" w:lineRule="auto"/>
      </w:pPr>
      <w:r>
        <w:continuationSeparator/>
      </w:r>
    </w:p>
  </w:footnote>
  <w:footnote w:id="1">
    <w:p w14:paraId="7960D5A3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8FF5C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034BAB32" wp14:editId="08F3506B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5394955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3EF"/>
    <w:rsid w:val="000012D2"/>
    <w:rsid w:val="000A325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640529"/>
    <w:rsid w:val="00704B3C"/>
    <w:rsid w:val="00706E83"/>
    <w:rsid w:val="00726AD7"/>
    <w:rsid w:val="00791C6A"/>
    <w:rsid w:val="007D46B4"/>
    <w:rsid w:val="00831C86"/>
    <w:rsid w:val="008F23B8"/>
    <w:rsid w:val="00944338"/>
    <w:rsid w:val="009F63EF"/>
    <w:rsid w:val="00A27414"/>
    <w:rsid w:val="00AD76F4"/>
    <w:rsid w:val="00C4600C"/>
    <w:rsid w:val="00CA3ED1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9599"/>
  <w15:chartTrackingRefBased/>
  <w15:docId w15:val="{6CF7DB78-7958-4648-A278-2DA95AA25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ocr.local\dati\gruppoeconomatopoc\gare\Gare2025\00.%20RICHIESTE%20DI%20PREVENTIVO\EC5\FA\FA%20NON%20ESCLUSIVI\23694%20AMILE%20NITRITO%20(antidoto)\04.%20RD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1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1</cp:revision>
  <dcterms:created xsi:type="dcterms:W3CDTF">2025-08-05T07:16:00Z</dcterms:created>
  <dcterms:modified xsi:type="dcterms:W3CDTF">2025-08-05T07:17:00Z</dcterms:modified>
</cp:coreProperties>
</file>