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135EF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286ED303" w14:textId="5F79168D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Pr="0054182A">
        <w:rPr>
          <w:b/>
          <w:bCs/>
          <w:sz w:val="24"/>
          <w:szCs w:val="24"/>
        </w:rPr>
        <w:t xml:space="preserve">Richiesta di offerta ai sensi dell'art. 50, comma 1, lett. b) del decreto legislativo 31 marzo 2023 n. 36 e </w:t>
      </w:r>
      <w:proofErr w:type="spellStart"/>
      <w:r w:rsidRPr="0054182A">
        <w:rPr>
          <w:b/>
          <w:bCs/>
          <w:sz w:val="24"/>
          <w:szCs w:val="24"/>
        </w:rPr>
        <w:t>s.m.i.</w:t>
      </w:r>
      <w:proofErr w:type="spellEnd"/>
      <w:r w:rsidR="0054182A">
        <w:rPr>
          <w:b/>
          <w:bCs/>
          <w:sz w:val="24"/>
          <w:szCs w:val="24"/>
        </w:rPr>
        <w:t xml:space="preserve"> </w:t>
      </w:r>
      <w:r w:rsidRPr="0054182A">
        <w:rPr>
          <w:b/>
          <w:bCs/>
          <w:sz w:val="24"/>
          <w:szCs w:val="24"/>
        </w:rPr>
        <w:t>per la fornitura</w:t>
      </w:r>
      <w:r w:rsidR="0054182A">
        <w:rPr>
          <w:b/>
          <w:bCs/>
          <w:sz w:val="24"/>
          <w:szCs w:val="24"/>
        </w:rPr>
        <w:t xml:space="preserve"> </w:t>
      </w:r>
      <w:r w:rsidR="0054182A" w:rsidRPr="0054182A">
        <w:rPr>
          <w:b/>
          <w:bCs/>
          <w:sz w:val="24"/>
          <w:szCs w:val="24"/>
        </w:rPr>
        <w:t>DEL PRINCIPIO ATTIVO EOSINA 2,00% SOLUZIONE CUTANEA FLACONE 100 G</w:t>
      </w:r>
      <w:r w:rsidR="0054182A" w:rsidRPr="0054182A">
        <w:rPr>
          <w:b/>
          <w:bCs/>
          <w:sz w:val="24"/>
          <w:szCs w:val="24"/>
        </w:rPr>
        <w:t xml:space="preserve"> </w:t>
      </w:r>
      <w:r w:rsidRPr="0054182A">
        <w:rPr>
          <w:b/>
          <w:bCs/>
          <w:sz w:val="24"/>
          <w:szCs w:val="24"/>
        </w:rPr>
        <w:t xml:space="preserve">per la durata di mesi </w:t>
      </w:r>
      <w:r w:rsidR="0054182A">
        <w:rPr>
          <w:b/>
          <w:bCs/>
          <w:sz w:val="24"/>
          <w:szCs w:val="24"/>
        </w:rPr>
        <w:t>24</w:t>
      </w:r>
    </w:p>
    <w:p w14:paraId="3EA1F4FA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6640015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407F933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793F521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0D3CFD2C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77C9391A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7DA09C84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15A180B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6FD4DE8C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546AA5C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1A66CC7D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74BFA149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769B7177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445CDD7D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39A9D69B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439ADC1D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26FB1C47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0A789E2C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 xml:space="preserve">ragione sociale, codice fiscale, sede) e il ruolo di </w:t>
      </w:r>
      <w:r w:rsidRPr="008F23B8">
        <w:rPr>
          <w:rFonts w:cstheme="minorHAnsi"/>
          <w:i/>
          <w:iCs/>
          <w:sz w:val="24"/>
          <w:szCs w:val="24"/>
        </w:rPr>
        <w:lastRenderedPageBreak/>
        <w:t>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5058B14F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75970DCB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3EF92CBE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78364292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54A4DB2A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5378CB7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5C22CC67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3E087764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65D90759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51FBE13C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46FC96F5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63381EE0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B056A76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19D23112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2FB1514A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883DE1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45BAAAD8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2538EC99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13D9720A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17F8B5EA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</w:t>
      </w:r>
      <w:r w:rsidRPr="00831C86">
        <w:rPr>
          <w:rFonts w:cstheme="minorHAnsi"/>
        </w:rPr>
        <w:lastRenderedPageBreak/>
        <w:t xml:space="preserve">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3B67820A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CF47DAC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1A85E044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CF94DB2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232679F6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621931C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21154A41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8CE521D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2E310CB6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AC1645B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5833C06A" w14:textId="77777777" w:rsidR="00831C86" w:rsidRDefault="00831C86" w:rsidP="00831C86">
      <w:pPr>
        <w:spacing w:line="360" w:lineRule="auto"/>
        <w:jc w:val="both"/>
      </w:pPr>
    </w:p>
    <w:p w14:paraId="546975AD" w14:textId="77777777" w:rsidR="00791C6A" w:rsidRDefault="00791C6A" w:rsidP="00831C86">
      <w:pPr>
        <w:spacing w:line="360" w:lineRule="auto"/>
        <w:jc w:val="both"/>
      </w:pPr>
    </w:p>
    <w:p w14:paraId="6CD45F83" w14:textId="77777777" w:rsidR="00791C6A" w:rsidRDefault="00791C6A" w:rsidP="00831C86">
      <w:pPr>
        <w:spacing w:line="360" w:lineRule="auto"/>
        <w:jc w:val="both"/>
      </w:pPr>
    </w:p>
    <w:p w14:paraId="2A61137C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69354F4A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3D2FC285" w14:textId="77777777" w:rsidR="00791C6A" w:rsidRDefault="00791C6A" w:rsidP="00791C6A">
      <w:pPr>
        <w:spacing w:line="276" w:lineRule="auto"/>
        <w:jc w:val="both"/>
      </w:pPr>
    </w:p>
    <w:p w14:paraId="6C462CB9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5B2EAF30" w14:textId="77777777" w:rsidR="00791C6A" w:rsidRDefault="00791C6A" w:rsidP="00791C6A">
      <w:pPr>
        <w:spacing w:line="276" w:lineRule="auto"/>
        <w:jc w:val="both"/>
      </w:pPr>
    </w:p>
    <w:p w14:paraId="2903B98D" w14:textId="77777777" w:rsidR="00791C6A" w:rsidRDefault="00791C6A" w:rsidP="00791C6A">
      <w:pPr>
        <w:spacing w:line="276" w:lineRule="auto"/>
        <w:jc w:val="both"/>
      </w:pPr>
    </w:p>
    <w:p w14:paraId="0EF22C65" w14:textId="77777777" w:rsidR="00791C6A" w:rsidRDefault="00791C6A" w:rsidP="00791C6A">
      <w:pPr>
        <w:spacing w:line="276" w:lineRule="auto"/>
        <w:jc w:val="both"/>
      </w:pPr>
    </w:p>
    <w:p w14:paraId="7B9DCDD1" w14:textId="77777777" w:rsidR="00791C6A" w:rsidRDefault="00791C6A" w:rsidP="00791C6A">
      <w:pPr>
        <w:spacing w:line="276" w:lineRule="auto"/>
        <w:jc w:val="both"/>
      </w:pPr>
    </w:p>
    <w:p w14:paraId="6FEDD4CB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120951FB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0A9AC2C2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6E2E4545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231E9" w14:textId="77777777" w:rsidR="0054182A" w:rsidRDefault="0054182A" w:rsidP="00616E49">
      <w:pPr>
        <w:spacing w:after="0" w:line="240" w:lineRule="auto"/>
      </w:pPr>
      <w:r>
        <w:separator/>
      </w:r>
    </w:p>
  </w:endnote>
  <w:endnote w:type="continuationSeparator" w:id="0">
    <w:p w14:paraId="1B8FBDD0" w14:textId="77777777" w:rsidR="0054182A" w:rsidRDefault="0054182A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F446A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43B045DD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5C750155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0FC0EFC0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77BA525E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F45C4" w14:textId="77777777" w:rsidR="0054182A" w:rsidRDefault="0054182A" w:rsidP="00616E49">
      <w:pPr>
        <w:spacing w:after="0" w:line="240" w:lineRule="auto"/>
      </w:pPr>
      <w:r>
        <w:separator/>
      </w:r>
    </w:p>
  </w:footnote>
  <w:footnote w:type="continuationSeparator" w:id="0">
    <w:p w14:paraId="4D33E45B" w14:textId="77777777" w:rsidR="0054182A" w:rsidRDefault="0054182A" w:rsidP="00616E49">
      <w:pPr>
        <w:spacing w:after="0" w:line="240" w:lineRule="auto"/>
      </w:pPr>
      <w:r>
        <w:continuationSeparator/>
      </w:r>
    </w:p>
  </w:footnote>
  <w:footnote w:id="1">
    <w:p w14:paraId="3EFC8D07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59F62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529DB95C" wp14:editId="07DCDC50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6F04DF1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82A"/>
    <w:rsid w:val="000012D2"/>
    <w:rsid w:val="000A325A"/>
    <w:rsid w:val="00207113"/>
    <w:rsid w:val="0032756A"/>
    <w:rsid w:val="0037045A"/>
    <w:rsid w:val="00390A71"/>
    <w:rsid w:val="0043283C"/>
    <w:rsid w:val="004374D9"/>
    <w:rsid w:val="00481A78"/>
    <w:rsid w:val="004F23D1"/>
    <w:rsid w:val="005118D6"/>
    <w:rsid w:val="0054182A"/>
    <w:rsid w:val="005C525A"/>
    <w:rsid w:val="00600E61"/>
    <w:rsid w:val="00616E49"/>
    <w:rsid w:val="00704B3C"/>
    <w:rsid w:val="00706E83"/>
    <w:rsid w:val="00726AD7"/>
    <w:rsid w:val="00791C6A"/>
    <w:rsid w:val="007D46B4"/>
    <w:rsid w:val="00831C86"/>
    <w:rsid w:val="008F23B8"/>
    <w:rsid w:val="00944338"/>
    <w:rsid w:val="00A27414"/>
    <w:rsid w:val="00AD76F4"/>
    <w:rsid w:val="00C4600C"/>
    <w:rsid w:val="00DB07D0"/>
    <w:rsid w:val="00EC2B7D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14079"/>
  <w15:chartTrackingRefBased/>
  <w15:docId w15:val="{A7BE28F1-BA2A-44D5-BFB5-3C82C4918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gare\Gare2025\00.%20RICHIESTE%20DI%20PREVENTIVO\EC5\FA\FA%20NON%20ESCLUSIVI\5726%20eosina%202%25\06.%20Affidamento%20diretto%20AIESI\Allegato%201a%20Dichiarazione%20ex%20artt%2046%20e%2047%20dpr%20445-200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1a Dichiarazione ex artt 46 e 47 dpr 445-2000</Template>
  <TotalTime>0</TotalTime>
  <Pages>3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a Dichiarazione ex artt 46 e 47 dpr 445-2000</dc:title>
  <dc:subject/>
  <dc:creator>Locatelli Nicole</dc:creator>
  <cp:keywords/>
  <dc:description/>
  <cp:lastModifiedBy>Locatelli Nicole</cp:lastModifiedBy>
  <cp:revision>1</cp:revision>
  <dcterms:created xsi:type="dcterms:W3CDTF">2025-07-22T14:50:00Z</dcterms:created>
  <dcterms:modified xsi:type="dcterms:W3CDTF">2025-07-22T14:51:00Z</dcterms:modified>
</cp:coreProperties>
</file>